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E4C46F" w14:textId="6DEBA64B" w:rsidR="00BA45A1" w:rsidRPr="00132B56" w:rsidRDefault="00275E59" w:rsidP="007833DB">
      <w:pPr>
        <w:pStyle w:val="Name"/>
        <w:spacing w:before="0"/>
        <w:jc w:val="center"/>
        <w:rPr>
          <w:rFonts w:cs="Miriam"/>
          <w:spacing w:val="0"/>
          <w:sz w:val="32"/>
          <w:szCs w:val="32"/>
        </w:rPr>
      </w:pPr>
      <w:r w:rsidRPr="00DB00E7">
        <w:rPr>
          <w:rFonts w:cs="Miriam"/>
          <w:spacing w:val="0"/>
          <w:sz w:val="32"/>
          <w:szCs w:val="32"/>
        </w:rPr>
        <w:t>dionne y. angele</w:t>
      </w:r>
      <w:r w:rsidR="00E06A23">
        <w:rPr>
          <w:rFonts w:cs="Miriam"/>
          <w:spacing w:val="0"/>
          <w:sz w:val="32"/>
          <w:szCs w:val="32"/>
        </w:rPr>
        <w:t>S</w:t>
      </w:r>
    </w:p>
    <w:p w14:paraId="0E0ABF69" w14:textId="71663425" w:rsidR="00275E59" w:rsidRPr="00756D95" w:rsidRDefault="00543C31" w:rsidP="00E96C2D">
      <w:pPr>
        <w:jc w:val="center"/>
        <w:rPr>
          <w:rFonts w:ascii="Calibri" w:hAnsi="Calibri"/>
          <w:szCs w:val="18"/>
        </w:rPr>
      </w:pPr>
      <w:r w:rsidRPr="00B5455A">
        <w:rPr>
          <w:rFonts w:asciiTheme="majorHAnsi" w:hAnsiTheme="majorHAnsi"/>
          <w:noProof/>
          <w:szCs w:val="18"/>
        </w:rPr>
        <w:t>25104 Van Leuven S</w:t>
      </w:r>
      <w:r w:rsidR="00F75FE8" w:rsidRPr="00B5455A">
        <w:rPr>
          <w:rFonts w:asciiTheme="majorHAnsi" w:hAnsiTheme="majorHAnsi"/>
          <w:noProof/>
          <w:szCs w:val="18"/>
        </w:rPr>
        <w:t>t.</w:t>
      </w:r>
      <w:r w:rsidRPr="00B5455A">
        <w:rPr>
          <w:rFonts w:asciiTheme="majorHAnsi" w:hAnsiTheme="majorHAnsi"/>
          <w:noProof/>
          <w:szCs w:val="18"/>
        </w:rPr>
        <w:t xml:space="preserve">, Apt. </w:t>
      </w:r>
      <w:r w:rsidR="004424D3" w:rsidRPr="00B5455A">
        <w:rPr>
          <w:rFonts w:asciiTheme="majorHAnsi" w:hAnsiTheme="majorHAnsi"/>
          <w:noProof/>
          <w:szCs w:val="18"/>
        </w:rPr>
        <w:t>B</w:t>
      </w:r>
      <w:r w:rsidR="00275E59" w:rsidRPr="00B5455A">
        <w:rPr>
          <w:rFonts w:asciiTheme="majorHAnsi" w:hAnsiTheme="majorHAnsi"/>
          <w:szCs w:val="18"/>
        </w:rPr>
        <w:t xml:space="preserve"> </w:t>
      </w:r>
      <w:r w:rsidR="00275E59" w:rsidRPr="00B5455A">
        <w:rPr>
          <w:rFonts w:asciiTheme="majorHAnsi" w:hAnsiTheme="majorHAnsi"/>
          <w:szCs w:val="18"/>
        </w:rPr>
        <w:sym w:font="Wingdings" w:char="F0A7"/>
      </w:r>
      <w:r w:rsidR="0088673E" w:rsidRPr="00B5455A">
        <w:rPr>
          <w:rFonts w:asciiTheme="majorHAnsi" w:hAnsiTheme="majorHAnsi"/>
          <w:szCs w:val="18"/>
        </w:rPr>
        <w:t xml:space="preserve"> </w:t>
      </w:r>
      <w:r w:rsidRPr="00B5455A">
        <w:rPr>
          <w:rFonts w:asciiTheme="majorHAnsi" w:hAnsiTheme="majorHAnsi"/>
          <w:szCs w:val="18"/>
        </w:rPr>
        <w:t>Loma Linda</w:t>
      </w:r>
      <w:r w:rsidR="00275E59" w:rsidRPr="00B5455A">
        <w:rPr>
          <w:rFonts w:asciiTheme="majorHAnsi" w:hAnsiTheme="majorHAnsi"/>
          <w:szCs w:val="18"/>
        </w:rPr>
        <w:t>, C</w:t>
      </w:r>
      <w:r w:rsidR="00FE1CFD" w:rsidRPr="00B5455A">
        <w:rPr>
          <w:rFonts w:asciiTheme="majorHAnsi" w:hAnsiTheme="majorHAnsi"/>
          <w:szCs w:val="18"/>
        </w:rPr>
        <w:t>A</w:t>
      </w:r>
      <w:r w:rsidR="00AE10E9" w:rsidRPr="00B5455A">
        <w:rPr>
          <w:rFonts w:asciiTheme="majorHAnsi" w:hAnsiTheme="majorHAnsi"/>
          <w:szCs w:val="18"/>
        </w:rPr>
        <w:t xml:space="preserve"> </w:t>
      </w:r>
      <w:r w:rsidRPr="00B5455A">
        <w:rPr>
          <w:rFonts w:asciiTheme="majorHAnsi" w:hAnsiTheme="majorHAnsi"/>
          <w:szCs w:val="18"/>
        </w:rPr>
        <w:t>92354</w:t>
      </w:r>
      <w:r w:rsidR="00275E59" w:rsidRPr="00B5455A">
        <w:rPr>
          <w:rFonts w:asciiTheme="majorHAnsi" w:hAnsiTheme="majorHAnsi"/>
          <w:szCs w:val="18"/>
        </w:rPr>
        <w:t xml:space="preserve"> </w:t>
      </w:r>
      <w:r w:rsidR="00275E59" w:rsidRPr="00B5455A">
        <w:rPr>
          <w:rFonts w:asciiTheme="majorHAnsi" w:hAnsiTheme="majorHAnsi"/>
          <w:szCs w:val="18"/>
        </w:rPr>
        <w:sym w:font="Wingdings" w:char="F0A7"/>
      </w:r>
      <w:r w:rsidR="0088673E" w:rsidRPr="00B5455A">
        <w:rPr>
          <w:rFonts w:asciiTheme="majorHAnsi" w:hAnsiTheme="majorHAnsi"/>
          <w:szCs w:val="18"/>
        </w:rPr>
        <w:t xml:space="preserve"> </w:t>
      </w:r>
      <w:r w:rsidR="00275E59" w:rsidRPr="00B5455A">
        <w:rPr>
          <w:rFonts w:asciiTheme="majorHAnsi" w:hAnsiTheme="majorHAnsi"/>
          <w:szCs w:val="18"/>
        </w:rPr>
        <w:t xml:space="preserve">Phone: </w:t>
      </w:r>
      <w:r w:rsidRPr="00B5455A">
        <w:rPr>
          <w:rFonts w:asciiTheme="majorHAnsi" w:hAnsiTheme="majorHAnsi"/>
          <w:szCs w:val="18"/>
        </w:rPr>
        <w:t>9</w:t>
      </w:r>
      <w:r w:rsidR="00B05868" w:rsidRPr="00B5455A">
        <w:rPr>
          <w:rFonts w:asciiTheme="majorHAnsi" w:hAnsiTheme="majorHAnsi"/>
          <w:szCs w:val="18"/>
        </w:rPr>
        <w:t>51-384-2936</w:t>
      </w:r>
      <w:r w:rsidR="00197FBB" w:rsidRPr="00B5455A">
        <w:rPr>
          <w:rFonts w:asciiTheme="majorHAnsi" w:hAnsiTheme="majorHAnsi"/>
          <w:szCs w:val="18"/>
        </w:rPr>
        <w:t xml:space="preserve"> or </w:t>
      </w:r>
      <w:r w:rsidR="00C9285E">
        <w:rPr>
          <w:rFonts w:asciiTheme="majorHAnsi" w:hAnsiTheme="majorHAnsi"/>
          <w:szCs w:val="18"/>
        </w:rPr>
        <w:t>909</w:t>
      </w:r>
      <w:r w:rsidR="00B31C3F">
        <w:rPr>
          <w:rFonts w:asciiTheme="majorHAnsi" w:hAnsiTheme="majorHAnsi"/>
          <w:szCs w:val="18"/>
        </w:rPr>
        <w:t>-674-9150</w:t>
      </w:r>
      <w:r w:rsidRPr="00B5455A">
        <w:rPr>
          <w:rFonts w:asciiTheme="majorHAnsi" w:hAnsiTheme="majorHAnsi"/>
          <w:szCs w:val="18"/>
        </w:rPr>
        <w:t xml:space="preserve"> </w:t>
      </w:r>
      <w:r w:rsidR="00275E59" w:rsidRPr="00B5455A">
        <w:rPr>
          <w:rFonts w:asciiTheme="majorHAnsi" w:hAnsiTheme="majorHAnsi"/>
          <w:szCs w:val="18"/>
        </w:rPr>
        <w:sym w:font="Wingdings" w:char="F0A7"/>
      </w:r>
      <w:r w:rsidR="002C58AB" w:rsidRPr="00B5455A">
        <w:rPr>
          <w:rFonts w:asciiTheme="majorHAnsi" w:hAnsiTheme="majorHAnsi"/>
          <w:szCs w:val="18"/>
        </w:rPr>
        <w:t xml:space="preserve"> </w:t>
      </w:r>
      <w:r w:rsidR="00DF7825" w:rsidRPr="00B5455A">
        <w:rPr>
          <w:rFonts w:asciiTheme="majorHAnsi" w:hAnsiTheme="majorHAnsi"/>
          <w:szCs w:val="18"/>
        </w:rPr>
        <w:t>dionne</w:t>
      </w:r>
      <w:r w:rsidR="004641EB" w:rsidRPr="00B5455A">
        <w:rPr>
          <w:rFonts w:asciiTheme="majorHAnsi" w:hAnsiTheme="majorHAnsi"/>
          <w:szCs w:val="18"/>
        </w:rPr>
        <w:t>yangeles@gmail</w:t>
      </w:r>
      <w:r w:rsidR="00DE7CB3" w:rsidRPr="00B5455A">
        <w:rPr>
          <w:rFonts w:asciiTheme="majorHAnsi" w:hAnsiTheme="majorHAnsi"/>
          <w:szCs w:val="18"/>
        </w:rPr>
        <w:t>.</w:t>
      </w:r>
      <w:r w:rsidR="00316065" w:rsidRPr="00B5455A">
        <w:rPr>
          <w:rFonts w:asciiTheme="majorHAnsi" w:hAnsiTheme="majorHAnsi"/>
          <w:szCs w:val="18"/>
        </w:rPr>
        <w:t>co</w:t>
      </w:r>
      <w:r w:rsidR="00316065" w:rsidRPr="00756D95">
        <w:rPr>
          <w:rFonts w:ascii="Calibri" w:hAnsi="Calibri"/>
          <w:szCs w:val="18"/>
        </w:rPr>
        <w:t>m</w:t>
      </w:r>
    </w:p>
    <w:p w14:paraId="4D5DDC96" w14:textId="305E75A6" w:rsidR="00275E59" w:rsidRPr="002559F3" w:rsidRDefault="00CA6B41" w:rsidP="00EA037D">
      <w:pPr>
        <w:widowControl w:val="0"/>
        <w:spacing w:before="40"/>
        <w:outlineLvl w:val="0"/>
        <w:rPr>
          <w:rFonts w:ascii="Calibri" w:eastAsia="Calibri" w:hAnsi="Calibri" w:cs="Miriam"/>
          <w:sz w:val="20"/>
          <w:szCs w:val="20"/>
        </w:rPr>
      </w:pPr>
      <w:r w:rsidRPr="002559F3">
        <w:rPr>
          <w:rFonts w:ascii="Calibri" w:hAnsi="Calibri" w:cs="Miriam"/>
          <w:noProof/>
          <w:sz w:val="20"/>
          <w:szCs w:val="20"/>
        </w:rPr>
        <mc:AlternateContent>
          <mc:Choice Requires="wps">
            <w:drawing>
              <wp:anchor distT="4294967294" distB="4294967294" distL="114300" distR="114300" simplePos="0" relativeHeight="251659776" behindDoc="0" locked="0" layoutInCell="1" allowOverlap="1" wp14:anchorId="2E61B447" wp14:editId="12A02F9C">
                <wp:simplePos x="0" y="0"/>
                <wp:positionH relativeFrom="column">
                  <wp:posOffset>-328295</wp:posOffset>
                </wp:positionH>
                <wp:positionV relativeFrom="paragraph">
                  <wp:posOffset>163830</wp:posOffset>
                </wp:positionV>
                <wp:extent cx="7292975" cy="0"/>
                <wp:effectExtent l="0" t="25400" r="34925" b="38100"/>
                <wp:wrapNone/>
                <wp:docPr id="3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92975" cy="0"/>
                        </a:xfrm>
                        <a:prstGeom prst="line">
                          <a:avLst/>
                        </a:prstGeom>
                        <a:noFill/>
                        <a:ln w="66675">
                          <a:solidFill>
                            <a:srgbClr val="4A452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B356C2" id="Line 12" o:spid="_x0000_s1026" style="position:absolute;z-index:251659776;visibility:visible;mso-wrap-style:square;mso-width-percent:0;mso-height-percent:0;mso-wrap-distance-left:9pt;mso-wrap-distance-top:.mmm;mso-wrap-distance-right:9pt;mso-wrap-distance-bottom:.mmm;mso-position-horizontal:absolute;mso-position-horizontal-relative:text;mso-position-vertical:absolute;mso-position-vertical-relative:text;mso-width-percent:0;mso-height-percent:0;mso-width-relative:page;mso-height-relative:page" from="-25.85pt,12.9pt" to="548.4pt,12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" strokecolor="#4a452a" strokeweight="5.25pt"/>
            </w:pict>
          </mc:Fallback>
        </mc:AlternateContent>
      </w:r>
    </w:p>
    <w:p w14:paraId="081778C4" w14:textId="77777777" w:rsidR="004F0D6E" w:rsidRPr="00DB00E7" w:rsidRDefault="004F0D6E" w:rsidP="0073627E">
      <w:pPr>
        <w:widowControl w:val="0"/>
        <w:spacing w:before="40"/>
        <w:jc w:val="both"/>
        <w:outlineLvl w:val="0"/>
        <w:rPr>
          <w:rFonts w:eastAsia="Calibri" w:cs="Miriam"/>
          <w:sz w:val="24"/>
        </w:rPr>
      </w:pPr>
    </w:p>
    <w:p w14:paraId="07809E52" w14:textId="77777777" w:rsidR="00464721" w:rsidRPr="00DB00E7" w:rsidRDefault="00464721" w:rsidP="0073627E">
      <w:pPr>
        <w:widowControl w:val="0"/>
        <w:spacing w:before="40"/>
        <w:jc w:val="both"/>
        <w:outlineLvl w:val="0"/>
        <w:rPr>
          <w:rFonts w:eastAsia="Tahoma,Calibri" w:cs="Miriam"/>
          <w:sz w:val="21"/>
          <w:szCs w:val="21"/>
        </w:rPr>
      </w:pPr>
    </w:p>
    <w:p w14:paraId="6C465C38" w14:textId="77777777" w:rsidR="00464721" w:rsidRPr="00DB00E7" w:rsidRDefault="00464721" w:rsidP="0073627E">
      <w:pPr>
        <w:widowControl w:val="0"/>
        <w:spacing w:before="40"/>
        <w:jc w:val="both"/>
        <w:outlineLvl w:val="0"/>
        <w:rPr>
          <w:rFonts w:eastAsia="Tahoma,Calibri" w:cs="Miriam"/>
          <w:sz w:val="21"/>
          <w:szCs w:val="21"/>
        </w:rPr>
      </w:pPr>
    </w:p>
    <w:p w14:paraId="41120DA0" w14:textId="77777777" w:rsidR="004C3F04" w:rsidRDefault="004C3F04" w:rsidP="0073627E">
      <w:pPr>
        <w:widowControl w:val="0"/>
        <w:spacing w:before="40"/>
        <w:jc w:val="both"/>
        <w:outlineLvl w:val="0"/>
        <w:rPr>
          <w:rFonts w:eastAsia="Tahoma,Calibri" w:cs="Miriam"/>
          <w:sz w:val="22"/>
          <w:szCs w:val="22"/>
        </w:rPr>
      </w:pPr>
    </w:p>
    <w:p w14:paraId="0B482150" w14:textId="126901D0" w:rsidR="004C3F04" w:rsidRDefault="004C3F04" w:rsidP="0073627E">
      <w:pPr>
        <w:widowControl w:val="0"/>
        <w:spacing w:before="40"/>
        <w:jc w:val="both"/>
        <w:outlineLvl w:val="0"/>
        <w:rPr>
          <w:rFonts w:eastAsia="Tahoma,Calibri" w:cs="Miriam"/>
          <w:sz w:val="22"/>
          <w:szCs w:val="22"/>
        </w:rPr>
      </w:pPr>
    </w:p>
    <w:p w14:paraId="624CC588" w14:textId="37988C73" w:rsidR="00275E59" w:rsidRPr="00DB00E7" w:rsidRDefault="005A55C4" w:rsidP="0073627E">
      <w:pPr>
        <w:widowControl w:val="0"/>
        <w:spacing w:before="40"/>
        <w:jc w:val="both"/>
        <w:outlineLvl w:val="0"/>
        <w:rPr>
          <w:rFonts w:eastAsia="Calibri" w:cs="Miriam"/>
          <w:sz w:val="22"/>
          <w:szCs w:val="22"/>
        </w:rPr>
      </w:pPr>
      <w:r w:rsidRPr="00DB00E7">
        <w:rPr>
          <w:rFonts w:cs="Miriam"/>
          <w:noProof/>
        </w:rPr>
        <mc:AlternateContent>
          <mc:Choice Requires="wps">
            <w:drawing>
              <wp:anchor distT="0" distB="0" distL="114297" distR="114297" simplePos="0" relativeHeight="251674112" behindDoc="1" locked="0" layoutInCell="1" allowOverlap="1" wp14:anchorId="74604C49" wp14:editId="2D5B926B">
                <wp:simplePos x="0" y="0"/>
                <wp:positionH relativeFrom="column">
                  <wp:posOffset>0</wp:posOffset>
                </wp:positionH>
                <wp:positionV relativeFrom="paragraph">
                  <wp:posOffset>210185</wp:posOffset>
                </wp:positionV>
                <wp:extent cx="0" cy="17952085"/>
                <wp:effectExtent l="25400" t="0" r="38100" b="43815"/>
                <wp:wrapThrough wrapText="bothSides">
                  <wp:wrapPolygon edited="0">
                    <wp:start x="-1" y="0"/>
                    <wp:lineTo x="-1" y="21637"/>
                    <wp:lineTo x="-1" y="21637"/>
                    <wp:lineTo x="-1" y="0"/>
                    <wp:lineTo x="-1" y="0"/>
                  </wp:wrapPolygon>
                </wp:wrapThrough>
                <wp:docPr id="8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7952085"/>
                        </a:xfrm>
                        <a:prstGeom prst="line">
                          <a:avLst/>
                        </a:prstGeom>
                        <a:noFill/>
                        <a:ln w="66675">
                          <a:solidFill>
                            <a:srgbClr val="F79646">
                              <a:lumMod val="50000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D185B4" id="Line 11" o:spid="_x0000_s1026" style="position:absolute;flip:x;z-index:-251642368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from="0,16.55pt" to="0,1430.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" strokecolor="#984807" strokeweight="5.25pt">
                <w10:wrap type="through"/>
              </v:line>
            </w:pict>
          </mc:Fallback>
        </mc:AlternateContent>
      </w:r>
      <w:r w:rsidR="00860043">
        <w:rPr>
          <w:rFonts w:eastAsia="Tahoma,Calibri" w:cs="Miriam"/>
          <w:sz w:val="22"/>
          <w:szCs w:val="22"/>
        </w:rPr>
        <w:t>January</w:t>
      </w:r>
      <w:r w:rsidR="000B7BF6">
        <w:rPr>
          <w:rFonts w:eastAsia="Tahoma,Calibri" w:cs="Miriam"/>
          <w:sz w:val="22"/>
          <w:szCs w:val="22"/>
        </w:rPr>
        <w:t xml:space="preserve"> </w:t>
      </w:r>
      <w:r w:rsidR="00860043">
        <w:rPr>
          <w:rFonts w:eastAsia="Tahoma,Calibri" w:cs="Miriam"/>
          <w:sz w:val="22"/>
          <w:szCs w:val="22"/>
        </w:rPr>
        <w:t>0</w:t>
      </w:r>
      <w:r w:rsidR="0065383A">
        <w:rPr>
          <w:rFonts w:eastAsia="Tahoma,Calibri" w:cs="Miriam"/>
          <w:sz w:val="22"/>
          <w:szCs w:val="22"/>
        </w:rPr>
        <w:t>5</w:t>
      </w:r>
      <w:r w:rsidR="00645CA6">
        <w:rPr>
          <w:rFonts w:eastAsia="Tahoma,Calibri" w:cs="Miriam"/>
          <w:sz w:val="22"/>
          <w:szCs w:val="22"/>
        </w:rPr>
        <w:t>,</w:t>
      </w:r>
      <w:r w:rsidR="00464721" w:rsidRPr="00DB00E7">
        <w:rPr>
          <w:rFonts w:eastAsia="Tahoma,Calibri" w:cs="Miriam"/>
          <w:sz w:val="22"/>
          <w:szCs w:val="22"/>
        </w:rPr>
        <w:t xml:space="preserve"> 201</w:t>
      </w:r>
      <w:r w:rsidR="00ED4F3B">
        <w:rPr>
          <w:rFonts w:eastAsia="Tahoma,Calibri" w:cs="Miriam"/>
          <w:sz w:val="22"/>
          <w:szCs w:val="22"/>
        </w:rPr>
        <w:t>9</w:t>
      </w:r>
    </w:p>
    <w:p w14:paraId="3642CF8B" w14:textId="77777777" w:rsidR="00275E59" w:rsidRPr="00DB00E7" w:rsidRDefault="00275E59" w:rsidP="0073627E">
      <w:pPr>
        <w:widowControl w:val="0"/>
        <w:spacing w:before="40"/>
        <w:jc w:val="both"/>
        <w:outlineLvl w:val="0"/>
        <w:rPr>
          <w:rFonts w:eastAsia="Calibri" w:cs="Miriam"/>
          <w:sz w:val="22"/>
          <w:szCs w:val="22"/>
        </w:rPr>
      </w:pPr>
    </w:p>
    <w:p w14:paraId="3C20D8DE" w14:textId="77777777" w:rsidR="00275E59" w:rsidRPr="00DB00E7" w:rsidRDefault="00275E59" w:rsidP="0073627E">
      <w:pPr>
        <w:widowControl w:val="0"/>
        <w:spacing w:before="40"/>
        <w:jc w:val="both"/>
        <w:outlineLvl w:val="0"/>
        <w:rPr>
          <w:rFonts w:eastAsia="Calibri" w:cs="Miriam"/>
          <w:sz w:val="22"/>
          <w:szCs w:val="22"/>
        </w:rPr>
      </w:pPr>
    </w:p>
    <w:p w14:paraId="532CA087" w14:textId="0615A5E1" w:rsidR="00275E59" w:rsidRDefault="001C6E24" w:rsidP="0073627E">
      <w:pPr>
        <w:widowControl w:val="0"/>
        <w:spacing w:before="40"/>
        <w:jc w:val="both"/>
        <w:outlineLvl w:val="0"/>
        <w:rPr>
          <w:rFonts w:eastAsia="Tahoma,Calibri" w:cs="Miriam"/>
          <w:sz w:val="22"/>
          <w:szCs w:val="22"/>
        </w:rPr>
      </w:pPr>
      <w:r w:rsidRPr="00DB00E7">
        <w:rPr>
          <w:rFonts w:eastAsia="Tahoma,Calibri" w:cs="Miriam"/>
          <w:sz w:val="22"/>
          <w:szCs w:val="22"/>
        </w:rPr>
        <w:t>To Whom It May Concern:</w:t>
      </w:r>
    </w:p>
    <w:p w14:paraId="07896D27" w14:textId="52A1F907" w:rsidR="005927FA" w:rsidRDefault="005927FA" w:rsidP="0073627E">
      <w:pPr>
        <w:widowControl w:val="0"/>
        <w:spacing w:before="40"/>
        <w:jc w:val="both"/>
        <w:outlineLvl w:val="0"/>
        <w:rPr>
          <w:rFonts w:eastAsia="Tahoma,Calibri" w:cs="Miriam"/>
          <w:sz w:val="22"/>
          <w:szCs w:val="22"/>
        </w:rPr>
      </w:pPr>
    </w:p>
    <w:p w14:paraId="5EE7158E" w14:textId="28861EFC" w:rsidR="00FB11BB" w:rsidRPr="00DB00E7" w:rsidRDefault="00A7286A" w:rsidP="0073627E">
      <w:pPr>
        <w:widowControl w:val="0"/>
        <w:spacing w:before="40"/>
        <w:jc w:val="both"/>
        <w:outlineLvl w:val="0"/>
        <w:rPr>
          <w:rFonts w:eastAsia="Calibri" w:cs="Miriam"/>
          <w:sz w:val="22"/>
          <w:szCs w:val="22"/>
        </w:rPr>
      </w:pPr>
      <w:r w:rsidRPr="00DB00E7">
        <w:rPr>
          <w:rFonts w:eastAsia="Tahoma,Calibri" w:cs="Miriam"/>
          <w:sz w:val="22"/>
          <w:szCs w:val="22"/>
        </w:rPr>
        <w:t>I am</w:t>
      </w:r>
      <w:r w:rsidR="00FF1CF3">
        <w:rPr>
          <w:rFonts w:eastAsia="Tahoma,Calibri" w:cs="Miriam"/>
          <w:sz w:val="22"/>
          <w:szCs w:val="22"/>
        </w:rPr>
        <w:t xml:space="preserve"> </w:t>
      </w:r>
      <w:r w:rsidRPr="00DB00E7">
        <w:rPr>
          <w:rFonts w:eastAsia="Tahoma,Calibri" w:cs="Miriam"/>
          <w:sz w:val="22"/>
          <w:szCs w:val="22"/>
        </w:rPr>
        <w:t xml:space="preserve">interested in an administrative, </w:t>
      </w:r>
      <w:r>
        <w:rPr>
          <w:rFonts w:eastAsia="Tahoma,Calibri" w:cs="Miriam"/>
          <w:sz w:val="22"/>
          <w:szCs w:val="22"/>
        </w:rPr>
        <w:t>supervisory</w:t>
      </w:r>
      <w:r w:rsidRPr="00DB00E7">
        <w:rPr>
          <w:rFonts w:eastAsia="Tahoma,Calibri" w:cs="Miriam"/>
          <w:sz w:val="22"/>
          <w:szCs w:val="22"/>
        </w:rPr>
        <w:t xml:space="preserve"> or </w:t>
      </w:r>
      <w:r>
        <w:rPr>
          <w:rFonts w:eastAsia="Tahoma,Calibri" w:cs="Miriam"/>
          <w:sz w:val="22"/>
          <w:szCs w:val="22"/>
        </w:rPr>
        <w:t xml:space="preserve">operational support </w:t>
      </w:r>
      <w:r w:rsidRPr="00DB00E7">
        <w:rPr>
          <w:rFonts w:eastAsia="Tahoma,Calibri" w:cs="Miriam"/>
          <w:sz w:val="22"/>
          <w:szCs w:val="22"/>
        </w:rPr>
        <w:t>position</w:t>
      </w:r>
      <w:r w:rsidR="00FB7CF8">
        <w:rPr>
          <w:rFonts w:eastAsia="Tahoma,Calibri" w:cs="Miriam"/>
          <w:sz w:val="22"/>
          <w:szCs w:val="22"/>
        </w:rPr>
        <w:t xml:space="preserve"> that provides</w:t>
      </w:r>
      <w:r w:rsidR="00407312">
        <w:rPr>
          <w:rFonts w:eastAsia="Tahoma,Calibri" w:cs="Miriam"/>
          <w:sz w:val="22"/>
          <w:szCs w:val="22"/>
        </w:rPr>
        <w:t xml:space="preserve"> opportunity for growth, longevity and eventual advancement</w:t>
      </w:r>
      <w:r w:rsidR="00965F06">
        <w:rPr>
          <w:rFonts w:eastAsia="Tahoma,Calibri" w:cs="Miriam"/>
          <w:sz w:val="22"/>
          <w:szCs w:val="22"/>
        </w:rPr>
        <w:t xml:space="preserve"> with the Salvation Army.</w:t>
      </w:r>
      <w:bookmarkStart w:id="0" w:name="_GoBack"/>
      <w:bookmarkEnd w:id="0"/>
      <w:r>
        <w:rPr>
          <w:rFonts w:eastAsia="Tahoma,Calibri" w:cs="Miriam"/>
          <w:sz w:val="22"/>
          <w:szCs w:val="22"/>
        </w:rPr>
        <w:t xml:space="preserve"> </w:t>
      </w:r>
      <w:r w:rsidR="00756CFD" w:rsidRPr="00756CFD">
        <w:rPr>
          <w:rFonts w:eastAsia="Calibri" w:cs="Miriam"/>
          <w:sz w:val="22"/>
          <w:szCs w:val="22"/>
        </w:rPr>
        <w:t>My work history includes serving as a Document Examiner, Indexer, Intake Interviewer, Records Management Specialist, Peer Support Specialist and Caregiver.</w:t>
      </w:r>
      <w:r w:rsidR="0013269B">
        <w:rPr>
          <w:rFonts w:eastAsia="Calibri" w:cs="Miriam"/>
          <w:sz w:val="22"/>
          <w:szCs w:val="22"/>
        </w:rPr>
        <w:t xml:space="preserve"> </w:t>
      </w:r>
      <w:r w:rsidR="00756CFD" w:rsidRPr="00756CFD">
        <w:rPr>
          <w:rFonts w:eastAsia="Calibri" w:cs="Miriam"/>
          <w:sz w:val="22"/>
          <w:szCs w:val="22"/>
        </w:rPr>
        <w:t>My schedule is completely flexible</w:t>
      </w:r>
      <w:r w:rsidR="008D7011">
        <w:rPr>
          <w:rFonts w:eastAsia="Calibri" w:cs="Miriam"/>
          <w:sz w:val="22"/>
          <w:szCs w:val="22"/>
        </w:rPr>
        <w:t>.</w:t>
      </w:r>
      <w:r w:rsidR="00534FB5">
        <w:rPr>
          <w:rFonts w:eastAsia="Calibri" w:cs="Miriam"/>
          <w:sz w:val="22"/>
          <w:szCs w:val="22"/>
        </w:rPr>
        <w:t xml:space="preserve"> </w:t>
      </w:r>
      <w:r w:rsidR="00B2098A">
        <w:rPr>
          <w:rFonts w:eastAsia="Calibri" w:cs="Miriam"/>
          <w:sz w:val="22"/>
          <w:szCs w:val="22"/>
        </w:rPr>
        <w:t>I</w:t>
      </w:r>
      <w:r w:rsidR="002F16E6">
        <w:rPr>
          <w:rFonts w:eastAsia="Calibri" w:cs="Miriam"/>
          <w:sz w:val="22"/>
          <w:szCs w:val="22"/>
        </w:rPr>
        <w:t xml:space="preserve"> am available to work anytime</w:t>
      </w:r>
      <w:r w:rsidR="00D7496B">
        <w:rPr>
          <w:rFonts w:eastAsia="Calibri" w:cs="Miriam"/>
          <w:sz w:val="22"/>
          <w:szCs w:val="22"/>
        </w:rPr>
        <w:t xml:space="preserve"> and </w:t>
      </w:r>
      <w:r w:rsidR="00756CFD" w:rsidRPr="00756CFD">
        <w:rPr>
          <w:rFonts w:eastAsia="Calibri" w:cs="Miriam"/>
          <w:sz w:val="22"/>
          <w:szCs w:val="22"/>
        </w:rPr>
        <w:t xml:space="preserve">willing to </w:t>
      </w:r>
      <w:r w:rsidR="001C2F5D">
        <w:rPr>
          <w:rFonts w:eastAsia="Calibri" w:cs="Miriam"/>
          <w:sz w:val="22"/>
          <w:szCs w:val="22"/>
        </w:rPr>
        <w:t>travel or relocate anywhere.</w:t>
      </w:r>
    </w:p>
    <w:p w14:paraId="6A96CF49" w14:textId="77777777" w:rsidR="00275E59" w:rsidRPr="00DB00E7" w:rsidRDefault="00275E59" w:rsidP="0073627E">
      <w:pPr>
        <w:widowControl w:val="0"/>
        <w:spacing w:before="40"/>
        <w:jc w:val="both"/>
        <w:outlineLvl w:val="0"/>
        <w:rPr>
          <w:rFonts w:eastAsia="Calibri" w:cs="Miriam"/>
          <w:sz w:val="22"/>
          <w:szCs w:val="22"/>
        </w:rPr>
      </w:pPr>
    </w:p>
    <w:p w14:paraId="75EA8FB7" w14:textId="70AAF05B" w:rsidR="00275E59" w:rsidRDefault="00275E59" w:rsidP="005C143E">
      <w:pPr>
        <w:widowControl w:val="0"/>
        <w:spacing w:before="40"/>
        <w:jc w:val="both"/>
        <w:outlineLvl w:val="0"/>
        <w:rPr>
          <w:rFonts w:eastAsia="Calibri" w:cs="Miriam"/>
          <w:sz w:val="22"/>
          <w:szCs w:val="22"/>
        </w:rPr>
      </w:pPr>
      <w:r w:rsidRPr="00DB00E7">
        <w:rPr>
          <w:rFonts w:eastAsia="Tahoma,Calibri" w:cs="Miriam"/>
          <w:sz w:val="22"/>
          <w:szCs w:val="22"/>
        </w:rPr>
        <w:t xml:space="preserve">I have many years of experience in a legal, </w:t>
      </w:r>
      <w:r w:rsidR="00BC07DD" w:rsidRPr="00DB00E7">
        <w:rPr>
          <w:rFonts w:eastAsia="Tahoma,Calibri" w:cs="Miriam"/>
          <w:sz w:val="22"/>
          <w:szCs w:val="22"/>
        </w:rPr>
        <w:t>managerial</w:t>
      </w:r>
      <w:r w:rsidRPr="00DB00E7">
        <w:rPr>
          <w:rFonts w:eastAsia="Tahoma,Calibri" w:cs="Miriam"/>
          <w:sz w:val="22"/>
          <w:szCs w:val="22"/>
        </w:rPr>
        <w:t xml:space="preserve"> and regulatory capacity. My planning and organizational abilities are excellent.  My oral and written communication talents are outstanding. I am a responsible professional willing to take the necessary action for success. My experience includes several years of working in a local </w:t>
      </w:r>
      <w:r w:rsidR="00BC07DD" w:rsidRPr="00DB00E7">
        <w:rPr>
          <w:rFonts w:eastAsia="Tahoma,Calibri" w:cs="Miriam"/>
          <w:sz w:val="22"/>
          <w:szCs w:val="22"/>
        </w:rPr>
        <w:t xml:space="preserve">government setting as well as </w:t>
      </w:r>
      <w:r w:rsidR="00993FDE" w:rsidRPr="00DB00E7">
        <w:rPr>
          <w:rFonts w:eastAsia="Tahoma,Calibri" w:cs="Miriam"/>
          <w:sz w:val="22"/>
          <w:szCs w:val="22"/>
        </w:rPr>
        <w:t>wit</w:t>
      </w:r>
      <w:r w:rsidR="005E4DF7">
        <w:rPr>
          <w:rFonts w:eastAsia="Tahoma,Calibri" w:cs="Miriam"/>
          <w:sz w:val="22"/>
          <w:szCs w:val="22"/>
        </w:rPr>
        <w:t xml:space="preserve">hin </w:t>
      </w:r>
      <w:r w:rsidR="00993FDE" w:rsidRPr="00DB00E7">
        <w:rPr>
          <w:rFonts w:eastAsia="Tahoma,Calibri" w:cs="Miriam"/>
          <w:sz w:val="22"/>
          <w:szCs w:val="22"/>
        </w:rPr>
        <w:t>the</w:t>
      </w:r>
      <w:r w:rsidR="00B469DB">
        <w:rPr>
          <w:rFonts w:eastAsia="Tahoma,Calibri" w:cs="Miriam"/>
          <w:sz w:val="22"/>
          <w:szCs w:val="22"/>
        </w:rPr>
        <w:t xml:space="preserve"> </w:t>
      </w:r>
      <w:r w:rsidR="001B148A" w:rsidRPr="00DB00E7">
        <w:rPr>
          <w:rFonts w:eastAsia="Tahoma,Calibri" w:cs="Miriam"/>
          <w:sz w:val="22"/>
          <w:szCs w:val="22"/>
        </w:rPr>
        <w:t>non</w:t>
      </w:r>
      <w:r w:rsidR="00BC07DD" w:rsidRPr="00DB00E7">
        <w:rPr>
          <w:rFonts w:eastAsia="Tahoma,Calibri" w:cs="Miriam"/>
          <w:sz w:val="22"/>
          <w:szCs w:val="22"/>
        </w:rPr>
        <w:t>-profit sector</w:t>
      </w:r>
      <w:r w:rsidRPr="00DB00E7">
        <w:rPr>
          <w:rFonts w:eastAsia="Tahoma,Calibri" w:cs="Miriam"/>
          <w:sz w:val="22"/>
          <w:szCs w:val="22"/>
        </w:rPr>
        <w:t xml:space="preserve">. </w:t>
      </w:r>
      <w:r w:rsidR="00E1572B">
        <w:rPr>
          <w:rFonts w:eastAsia="Tahoma,Calibri" w:cs="Miriam"/>
          <w:sz w:val="22"/>
          <w:szCs w:val="22"/>
        </w:rPr>
        <w:t xml:space="preserve">Additionally, I </w:t>
      </w:r>
      <w:r w:rsidR="00993FDE" w:rsidRPr="00DB00E7">
        <w:rPr>
          <w:rFonts w:eastAsia="Tahoma,Calibri" w:cs="Miriam"/>
          <w:sz w:val="22"/>
          <w:szCs w:val="22"/>
        </w:rPr>
        <w:t xml:space="preserve">am scheduled to receive my Associate’s Degree in Business Administration this </w:t>
      </w:r>
      <w:r w:rsidR="00D72DA5">
        <w:rPr>
          <w:rFonts w:eastAsia="Tahoma,Calibri" w:cs="Miriam"/>
          <w:sz w:val="22"/>
          <w:szCs w:val="22"/>
        </w:rPr>
        <w:t>fall</w:t>
      </w:r>
      <w:r w:rsidR="00993FDE" w:rsidRPr="00DB00E7">
        <w:rPr>
          <w:rFonts w:eastAsia="Tahoma,Calibri" w:cs="Miriam"/>
          <w:sz w:val="22"/>
          <w:szCs w:val="22"/>
        </w:rPr>
        <w:t xml:space="preserve">. </w:t>
      </w:r>
      <w:r w:rsidRPr="00DB00E7">
        <w:rPr>
          <w:rFonts w:eastAsia="Tahoma,Calibri" w:cs="Miriam"/>
          <w:sz w:val="22"/>
          <w:szCs w:val="22"/>
        </w:rPr>
        <w:t xml:space="preserve">I am also a certified Peer Support Specialist and have numerous years of experience working as a licensed Paralegal. </w:t>
      </w:r>
    </w:p>
    <w:p w14:paraId="0A67815D" w14:textId="77777777" w:rsidR="005C143E" w:rsidRPr="00DB00E7" w:rsidRDefault="005C143E" w:rsidP="005C143E">
      <w:pPr>
        <w:widowControl w:val="0"/>
        <w:spacing w:before="40"/>
        <w:jc w:val="both"/>
        <w:outlineLvl w:val="0"/>
        <w:rPr>
          <w:rFonts w:eastAsia="Calibri" w:cs="Miriam"/>
          <w:sz w:val="22"/>
          <w:szCs w:val="22"/>
        </w:rPr>
      </w:pPr>
    </w:p>
    <w:p w14:paraId="429857D1" w14:textId="77777777" w:rsidR="00275E59" w:rsidRPr="00DB00E7" w:rsidRDefault="00275E59" w:rsidP="0073627E">
      <w:pPr>
        <w:widowControl w:val="0"/>
        <w:spacing w:before="40"/>
        <w:jc w:val="both"/>
        <w:outlineLvl w:val="0"/>
        <w:rPr>
          <w:rFonts w:eastAsia="Calibri" w:cs="Miriam"/>
          <w:sz w:val="22"/>
          <w:szCs w:val="22"/>
        </w:rPr>
      </w:pPr>
      <w:r w:rsidRPr="00DB00E7">
        <w:rPr>
          <w:rFonts w:eastAsia="Tahoma,Calibri" w:cs="Miriam"/>
          <w:sz w:val="22"/>
          <w:szCs w:val="22"/>
        </w:rPr>
        <w:t>I am detail oriented and have great intra-personal and leadership skills.  I am resourceful and committed and can be counted on to get the job done. The accompanying resume outlines my experience.</w:t>
      </w:r>
    </w:p>
    <w:p w14:paraId="696DBBF9" w14:textId="77777777" w:rsidR="00275E59" w:rsidRPr="00DB00E7" w:rsidRDefault="00275E59" w:rsidP="0073627E">
      <w:pPr>
        <w:widowControl w:val="0"/>
        <w:spacing w:before="40"/>
        <w:jc w:val="both"/>
        <w:outlineLvl w:val="0"/>
        <w:rPr>
          <w:rFonts w:eastAsia="Calibri" w:cs="Miriam"/>
          <w:sz w:val="22"/>
          <w:szCs w:val="22"/>
        </w:rPr>
      </w:pPr>
    </w:p>
    <w:p w14:paraId="31D13180" w14:textId="77777777" w:rsidR="00275E59" w:rsidRPr="00E216FC" w:rsidRDefault="00275E59" w:rsidP="00E216FC">
      <w:pPr>
        <w:widowControl w:val="0"/>
        <w:spacing w:before="40"/>
        <w:jc w:val="both"/>
        <w:outlineLvl w:val="0"/>
        <w:rPr>
          <w:rFonts w:eastAsia="Calibri" w:cs="Miriam"/>
          <w:sz w:val="22"/>
          <w:szCs w:val="22"/>
        </w:rPr>
      </w:pPr>
      <w:r w:rsidRPr="00E216FC">
        <w:rPr>
          <w:rFonts w:eastAsia="Tahoma,Calibri" w:cs="Miriam"/>
          <w:sz w:val="22"/>
          <w:szCs w:val="22"/>
        </w:rPr>
        <w:t>I am interested in any position that matches my qualifications.</w:t>
      </w:r>
    </w:p>
    <w:p w14:paraId="4164C082" w14:textId="77777777" w:rsidR="00275E59" w:rsidRPr="00DB00E7" w:rsidRDefault="00275E59" w:rsidP="0073627E">
      <w:pPr>
        <w:widowControl w:val="0"/>
        <w:spacing w:before="40"/>
        <w:jc w:val="both"/>
        <w:outlineLvl w:val="0"/>
        <w:rPr>
          <w:rFonts w:eastAsia="Calibri" w:cs="Miriam"/>
          <w:sz w:val="22"/>
          <w:szCs w:val="22"/>
        </w:rPr>
      </w:pPr>
    </w:p>
    <w:p w14:paraId="513A203B" w14:textId="77777777" w:rsidR="00275E59" w:rsidRPr="00DB00E7" w:rsidRDefault="00275E59" w:rsidP="0073627E">
      <w:pPr>
        <w:widowControl w:val="0"/>
        <w:spacing w:before="40"/>
        <w:jc w:val="both"/>
        <w:outlineLvl w:val="0"/>
        <w:rPr>
          <w:rFonts w:eastAsia="Calibri" w:cs="Miriam"/>
          <w:sz w:val="22"/>
          <w:szCs w:val="22"/>
        </w:rPr>
      </w:pPr>
      <w:r w:rsidRPr="00DB00E7">
        <w:rPr>
          <w:rFonts w:eastAsia="Tahoma,Calibri" w:cs="Miriam"/>
          <w:sz w:val="22"/>
          <w:szCs w:val="22"/>
        </w:rPr>
        <w:t>Thank you for your time, consideration and forthcoming response.</w:t>
      </w:r>
    </w:p>
    <w:p w14:paraId="3DF34B94" w14:textId="77777777" w:rsidR="00275E59" w:rsidRPr="00DB00E7" w:rsidRDefault="00275E59" w:rsidP="0073627E">
      <w:pPr>
        <w:widowControl w:val="0"/>
        <w:spacing w:before="40"/>
        <w:jc w:val="both"/>
        <w:outlineLvl w:val="0"/>
        <w:rPr>
          <w:rFonts w:eastAsia="Calibri" w:cs="Miriam"/>
          <w:sz w:val="22"/>
          <w:szCs w:val="22"/>
        </w:rPr>
      </w:pPr>
    </w:p>
    <w:p w14:paraId="34AB8CDC" w14:textId="244FC19F" w:rsidR="00717BF6" w:rsidRPr="005754A2" w:rsidRDefault="00275E59" w:rsidP="0073627E">
      <w:pPr>
        <w:widowControl w:val="0"/>
        <w:spacing w:before="40"/>
        <w:jc w:val="both"/>
        <w:outlineLvl w:val="0"/>
        <w:rPr>
          <w:rFonts w:eastAsia="Calibri" w:cs="Miriam"/>
          <w:sz w:val="22"/>
          <w:szCs w:val="22"/>
        </w:rPr>
      </w:pPr>
      <w:r w:rsidRPr="00DB00E7">
        <w:rPr>
          <w:rFonts w:eastAsia="Tahoma,Calibri" w:cs="Miriam"/>
          <w:sz w:val="22"/>
          <w:szCs w:val="22"/>
        </w:rPr>
        <w:t>Sincerely,</w:t>
      </w:r>
    </w:p>
    <w:p w14:paraId="40C0E81D" w14:textId="77777777" w:rsidR="003C60F6" w:rsidRPr="00C77215" w:rsidRDefault="003C60F6" w:rsidP="0073627E">
      <w:pPr>
        <w:widowControl w:val="0"/>
        <w:spacing w:before="40"/>
        <w:jc w:val="both"/>
        <w:outlineLvl w:val="0"/>
        <w:rPr>
          <w:rFonts w:ascii="Lucida Handwriting" w:eastAsia="Calibri" w:hAnsi="Lucida Handwriting" w:cs="Miriam"/>
          <w:color w:val="000000" w:themeColor="text1"/>
          <w:sz w:val="22"/>
          <w:szCs w:val="22"/>
        </w:rPr>
      </w:pPr>
    </w:p>
    <w:p w14:paraId="2A17BCDD" w14:textId="4251C8C7" w:rsidR="00724C31" w:rsidRDefault="00275E59" w:rsidP="0073627E">
      <w:pPr>
        <w:widowControl w:val="0"/>
        <w:jc w:val="both"/>
        <w:outlineLvl w:val="0"/>
        <w:rPr>
          <w:rFonts w:ascii="Lucida Handwriting" w:eastAsia="Tahoma,Calibri" w:hAnsi="Lucida Handwriting" w:cs="Lucida Sans Unicode"/>
          <w:sz w:val="22"/>
          <w:szCs w:val="22"/>
        </w:rPr>
      </w:pPr>
      <w:r w:rsidRPr="00141AB0">
        <w:rPr>
          <w:rFonts w:ascii="Lucida Handwriting" w:eastAsia="Tahoma,Calibri" w:hAnsi="Lucida Handwriting" w:cs="Lucida Sans Unicode"/>
          <w:sz w:val="22"/>
          <w:szCs w:val="22"/>
        </w:rPr>
        <w:t>Dionne Y. Angeles</w:t>
      </w:r>
    </w:p>
    <w:p w14:paraId="5690582D" w14:textId="77777777" w:rsidR="00FC4077" w:rsidRPr="00FC4077" w:rsidRDefault="00FC4077" w:rsidP="0073627E">
      <w:pPr>
        <w:widowControl w:val="0"/>
        <w:jc w:val="both"/>
        <w:outlineLvl w:val="0"/>
        <w:rPr>
          <w:rFonts w:ascii="Lucida Handwriting" w:eastAsia="Tahoma,Calibri" w:hAnsi="Lucida Handwriting" w:cs="Lucida Sans Unicode"/>
          <w:sz w:val="22"/>
          <w:szCs w:val="22"/>
        </w:rPr>
      </w:pPr>
    </w:p>
    <w:p w14:paraId="61D6AC49" w14:textId="77777777" w:rsidR="00275E59" w:rsidRPr="00DB00E7" w:rsidRDefault="00275E59" w:rsidP="00724C31">
      <w:pPr>
        <w:widowControl w:val="0"/>
        <w:outlineLvl w:val="0"/>
        <w:rPr>
          <w:rFonts w:eastAsia="Calibri" w:cs="Miriam"/>
          <w:sz w:val="22"/>
          <w:szCs w:val="22"/>
        </w:rPr>
      </w:pPr>
      <w:proofErr w:type="spellStart"/>
      <w:r w:rsidRPr="00DB00E7">
        <w:rPr>
          <w:rFonts w:eastAsia="Tahoma,Calibri" w:cs="Miriam"/>
          <w:sz w:val="22"/>
          <w:szCs w:val="22"/>
        </w:rPr>
        <w:t>Encl</w:t>
      </w:r>
      <w:proofErr w:type="spellEnd"/>
      <w:r w:rsidRPr="00DB00E7">
        <w:rPr>
          <w:rFonts w:eastAsia="Tahoma,Calibri" w:cs="Miriam"/>
          <w:sz w:val="22"/>
          <w:szCs w:val="22"/>
        </w:rPr>
        <w:t>: 2</w:t>
      </w:r>
    </w:p>
    <w:p w14:paraId="039C65D5" w14:textId="77777777" w:rsidR="00275E59" w:rsidRPr="00DB00E7" w:rsidRDefault="00275E59" w:rsidP="00275E59">
      <w:pPr>
        <w:widowControl w:val="0"/>
        <w:spacing w:before="40"/>
        <w:outlineLvl w:val="0"/>
        <w:rPr>
          <w:rFonts w:eastAsia="Calibri" w:cs="Miriam"/>
          <w:sz w:val="22"/>
          <w:szCs w:val="22"/>
        </w:rPr>
      </w:pPr>
      <w:r w:rsidRPr="00DB00E7">
        <w:rPr>
          <w:rFonts w:eastAsia="Tahoma,Calibri" w:cs="Miriam"/>
          <w:sz w:val="22"/>
          <w:szCs w:val="22"/>
        </w:rPr>
        <w:t>/da</w:t>
      </w:r>
    </w:p>
    <w:p w14:paraId="21FB52C7" w14:textId="77777777" w:rsidR="00936932" w:rsidRPr="00DB00E7" w:rsidRDefault="00936932" w:rsidP="009664A7">
      <w:pPr>
        <w:pStyle w:val="Name"/>
        <w:ind w:left="2160" w:firstLine="720"/>
        <w:rPr>
          <w:rFonts w:cs="Miriam"/>
          <w:sz w:val="22"/>
          <w:szCs w:val="22"/>
        </w:rPr>
      </w:pPr>
    </w:p>
    <w:p w14:paraId="363A108F" w14:textId="054C9758" w:rsidR="00275E59" w:rsidRDefault="00275E59" w:rsidP="00F612E8">
      <w:pPr>
        <w:pStyle w:val="Name"/>
        <w:rPr>
          <w:rFonts w:cs="Miriam"/>
          <w:sz w:val="32"/>
          <w:szCs w:val="32"/>
        </w:rPr>
      </w:pPr>
    </w:p>
    <w:p w14:paraId="6656D12D" w14:textId="77777777" w:rsidR="00F612E8" w:rsidRDefault="00F612E8" w:rsidP="00F612E8">
      <w:pPr>
        <w:pStyle w:val="Name"/>
        <w:rPr>
          <w:sz w:val="32"/>
          <w:szCs w:val="32"/>
        </w:rPr>
      </w:pPr>
    </w:p>
    <w:p w14:paraId="0E98471C" w14:textId="6CC03928" w:rsidR="0014194A" w:rsidRDefault="0014194A" w:rsidP="0014194A">
      <w:pPr>
        <w:pStyle w:val="Name"/>
        <w:spacing w:before="0"/>
        <w:rPr>
          <w:spacing w:val="0"/>
          <w:sz w:val="32"/>
          <w:szCs w:val="32"/>
        </w:rPr>
      </w:pPr>
    </w:p>
    <w:p w14:paraId="255DB5D5" w14:textId="40384B2A" w:rsidR="00CB3877" w:rsidRDefault="00CB3877" w:rsidP="0014194A">
      <w:pPr>
        <w:pStyle w:val="Name"/>
        <w:spacing w:before="0"/>
        <w:rPr>
          <w:spacing w:val="0"/>
          <w:sz w:val="32"/>
          <w:szCs w:val="32"/>
        </w:rPr>
      </w:pPr>
    </w:p>
    <w:p w14:paraId="2E354D2E" w14:textId="77777777" w:rsidR="00A838A7" w:rsidRDefault="00A838A7" w:rsidP="00A838A7">
      <w:pPr>
        <w:pStyle w:val="Name"/>
        <w:spacing w:before="0" w:after="240"/>
        <w:rPr>
          <w:spacing w:val="0"/>
          <w:sz w:val="32"/>
          <w:szCs w:val="32"/>
        </w:rPr>
      </w:pPr>
    </w:p>
    <w:p w14:paraId="42796EAB" w14:textId="77777777" w:rsidR="007833DB" w:rsidRDefault="007833DB" w:rsidP="00567AAF">
      <w:pPr>
        <w:pStyle w:val="Name"/>
        <w:spacing w:before="0"/>
        <w:ind w:left="360"/>
        <w:jc w:val="center"/>
        <w:rPr>
          <w:rFonts w:cs="Miriam"/>
          <w:spacing w:val="0"/>
          <w:sz w:val="32"/>
          <w:szCs w:val="32"/>
        </w:rPr>
      </w:pPr>
    </w:p>
    <w:p w14:paraId="6F35CA78" w14:textId="1E9B2F7C" w:rsidR="00197FBB" w:rsidRDefault="00747B4F" w:rsidP="00567AAF">
      <w:pPr>
        <w:pStyle w:val="Name"/>
        <w:spacing w:before="0"/>
        <w:ind w:left="360"/>
        <w:jc w:val="center"/>
        <w:rPr>
          <w:rFonts w:cs="Miriam"/>
          <w:spacing w:val="0"/>
          <w:sz w:val="32"/>
          <w:szCs w:val="32"/>
        </w:rPr>
      </w:pPr>
      <w:r w:rsidRPr="00DB00E7">
        <w:rPr>
          <w:rFonts w:cs="Miriam"/>
          <w:noProof/>
          <w:spacing w:val="0"/>
        </w:rPr>
        <mc:AlternateContent>
          <mc:Choice Requires="wps">
            <w:drawing>
              <wp:anchor distT="0" distB="0" distL="114297" distR="114297" simplePos="0" relativeHeight="251667968" behindDoc="1" locked="0" layoutInCell="1" allowOverlap="1" wp14:anchorId="47ECD47D" wp14:editId="1B2E920F">
                <wp:simplePos x="0" y="0"/>
                <wp:positionH relativeFrom="column">
                  <wp:posOffset>-108585</wp:posOffset>
                </wp:positionH>
                <wp:positionV relativeFrom="paragraph">
                  <wp:posOffset>-9857105</wp:posOffset>
                </wp:positionV>
                <wp:extent cx="0" cy="17952085"/>
                <wp:effectExtent l="25400" t="0" r="38100" b="43815"/>
                <wp:wrapThrough wrapText="bothSides">
                  <wp:wrapPolygon edited="0">
                    <wp:start x="-1" y="0"/>
                    <wp:lineTo x="-1" y="21637"/>
                    <wp:lineTo x="-1" y="21637"/>
                    <wp:lineTo x="-1" y="0"/>
                    <wp:lineTo x="-1" y="0"/>
                  </wp:wrapPolygon>
                </wp:wrapThrough>
                <wp:docPr id="5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7952085"/>
                        </a:xfrm>
                        <a:prstGeom prst="line">
                          <a:avLst/>
                        </a:prstGeom>
                        <a:noFill/>
                        <a:ln w="66675">
                          <a:solidFill>
                            <a:srgbClr val="F79646">
                              <a:lumMod val="50000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C78AC1" id="Line 11" o:spid="_x0000_s1026" style="position:absolute;flip:x;z-index:-251648512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from="-8.55pt,-776.15pt" to="-8.55pt,637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" strokecolor="#984807" strokeweight="5.25pt">
                <w10:wrap type="through"/>
              </v:line>
            </w:pict>
          </mc:Fallback>
        </mc:AlternateContent>
      </w:r>
      <w:r w:rsidR="002733FC" w:rsidRPr="00DB00E7">
        <w:rPr>
          <w:rFonts w:cs="Miriam"/>
          <w:spacing w:val="0"/>
          <w:sz w:val="32"/>
          <w:szCs w:val="32"/>
        </w:rPr>
        <w:t>dionne y. angeles</w:t>
      </w:r>
    </w:p>
    <w:p w14:paraId="4BA1D1B7" w14:textId="5B4903C1" w:rsidR="0014123E" w:rsidRPr="00B20A52" w:rsidRDefault="00A41E9E" w:rsidP="00020CDF">
      <w:pPr>
        <w:jc w:val="center"/>
        <w:rPr>
          <w:rFonts w:ascii="Calibri" w:hAnsi="Calibri"/>
          <w:szCs w:val="18"/>
        </w:rPr>
      </w:pPr>
      <w:r w:rsidRPr="00F63586">
        <w:rPr>
          <w:rFonts w:cs="Miriam"/>
          <w:noProof/>
          <w:sz w:val="20"/>
          <w:szCs w:val="20"/>
        </w:rPr>
        <mc:AlternateContent>
          <mc:Choice Requires="wps">
            <w:drawing>
              <wp:anchor distT="4294967294" distB="4294967294" distL="114300" distR="114300" simplePos="0" relativeHeight="251662848" behindDoc="0" locked="0" layoutInCell="1" allowOverlap="1" wp14:anchorId="23E77521" wp14:editId="6673935A">
                <wp:simplePos x="0" y="0"/>
                <wp:positionH relativeFrom="column">
                  <wp:posOffset>-370205</wp:posOffset>
                </wp:positionH>
                <wp:positionV relativeFrom="paragraph">
                  <wp:posOffset>259715</wp:posOffset>
                </wp:positionV>
                <wp:extent cx="7271385" cy="0"/>
                <wp:effectExtent l="0" t="25400" r="43815" b="38100"/>
                <wp:wrapNone/>
                <wp:docPr id="2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271385" cy="0"/>
                        </a:xfrm>
                        <a:prstGeom prst="line">
                          <a:avLst/>
                        </a:prstGeom>
                        <a:noFill/>
                        <a:ln w="66675">
                          <a:solidFill>
                            <a:srgbClr val="4A452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0B749F" id="Line 12" o:spid="_x0000_s1026" style="position:absolute;flip:y;z-index:251662848;visibility:visible;mso-wrap-style:square;mso-width-percent:0;mso-height-percent:0;mso-wrap-distance-left:9pt;mso-wrap-distance-top:.mmm;mso-wrap-distance-right:9pt;mso-wrap-distance-bottom:.mmm;mso-position-horizontal:absolute;mso-position-horizontal-relative:text;mso-position-vertical:absolute;mso-position-vertical-relative:text;mso-width-percent:0;mso-height-percent:0;mso-width-relative:page;mso-height-relative:page" from="-29.15pt,20.45pt" to="543.4pt,20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" strokecolor="#4a452a" strokeweight="5.25pt"/>
            </w:pict>
          </mc:Fallback>
        </mc:AlternateContent>
      </w:r>
      <w:r w:rsidR="00823B35" w:rsidRPr="00F63586">
        <w:rPr>
          <w:rFonts w:ascii="Calibri" w:hAnsi="Calibri"/>
          <w:noProof/>
          <w:sz w:val="20"/>
          <w:szCs w:val="20"/>
        </w:rPr>
        <w:t>25104 Van Leuven St., Apt. B</w:t>
      </w:r>
      <w:r w:rsidR="00823B35" w:rsidRPr="00F63586">
        <w:rPr>
          <w:rFonts w:ascii="Calibri" w:hAnsi="Calibri"/>
          <w:sz w:val="20"/>
          <w:szCs w:val="20"/>
        </w:rPr>
        <w:t xml:space="preserve"> </w:t>
      </w:r>
      <w:r w:rsidR="00823B35" w:rsidRPr="00F63586">
        <w:rPr>
          <w:rFonts w:ascii="Calibri" w:hAnsi="Calibri"/>
          <w:sz w:val="20"/>
          <w:szCs w:val="20"/>
        </w:rPr>
        <w:sym w:font="Wingdings" w:char="F0A7"/>
      </w:r>
      <w:r w:rsidR="00823B35" w:rsidRPr="00F63586">
        <w:rPr>
          <w:rFonts w:ascii="Calibri" w:hAnsi="Calibri"/>
          <w:sz w:val="20"/>
          <w:szCs w:val="20"/>
        </w:rPr>
        <w:t xml:space="preserve"> Loma Linda, CA 92354 </w:t>
      </w:r>
      <w:r w:rsidR="00823B35" w:rsidRPr="00F63586">
        <w:rPr>
          <w:rFonts w:ascii="Calibri" w:hAnsi="Calibri"/>
          <w:sz w:val="20"/>
          <w:szCs w:val="20"/>
        </w:rPr>
        <w:sym w:font="Wingdings" w:char="F0A7"/>
      </w:r>
      <w:r w:rsidR="00823B35" w:rsidRPr="00F63586">
        <w:rPr>
          <w:rFonts w:ascii="Calibri" w:hAnsi="Calibri"/>
          <w:sz w:val="20"/>
          <w:szCs w:val="20"/>
        </w:rPr>
        <w:t xml:space="preserve"> Phone: 951-384-2936 or </w:t>
      </w:r>
      <w:r w:rsidR="00B31C3F">
        <w:rPr>
          <w:rFonts w:ascii="Calibri" w:hAnsi="Calibri"/>
          <w:sz w:val="20"/>
          <w:szCs w:val="20"/>
        </w:rPr>
        <w:t>909-674-9150</w:t>
      </w:r>
      <w:r w:rsidR="00823B35" w:rsidRPr="00F63586">
        <w:rPr>
          <w:rFonts w:ascii="Calibri" w:hAnsi="Calibri"/>
          <w:sz w:val="20"/>
          <w:szCs w:val="20"/>
        </w:rPr>
        <w:t xml:space="preserve"> </w:t>
      </w:r>
      <w:r w:rsidR="00823B35" w:rsidRPr="00F63586">
        <w:rPr>
          <w:rFonts w:ascii="Calibri" w:hAnsi="Calibri"/>
          <w:sz w:val="20"/>
          <w:szCs w:val="20"/>
        </w:rPr>
        <w:sym w:font="Wingdings" w:char="F0A7"/>
      </w:r>
      <w:r w:rsidR="00823B35" w:rsidRPr="00F63586">
        <w:rPr>
          <w:rFonts w:ascii="Calibri" w:hAnsi="Calibri"/>
          <w:sz w:val="20"/>
          <w:szCs w:val="20"/>
        </w:rPr>
        <w:t xml:space="preserve"> dionneyangeles@gmail.c</w:t>
      </w:r>
      <w:r w:rsidR="00823B35" w:rsidRPr="009D78CB">
        <w:rPr>
          <w:rFonts w:ascii="Calibri" w:hAnsi="Calibri"/>
          <w:sz w:val="20"/>
          <w:szCs w:val="20"/>
        </w:rPr>
        <w:t>o</w:t>
      </w:r>
      <w:r w:rsidR="00823B35" w:rsidRPr="00756D95">
        <w:rPr>
          <w:rFonts w:ascii="Calibri" w:hAnsi="Calibri"/>
          <w:szCs w:val="18"/>
        </w:rPr>
        <w:t>m</w:t>
      </w:r>
    </w:p>
    <w:p w14:paraId="393BFEAF" w14:textId="174DF5FE" w:rsidR="002B690A" w:rsidRDefault="002B690A" w:rsidP="00282D40">
      <w:pPr>
        <w:pStyle w:val="JobTitle"/>
        <w:widowControl w:val="0"/>
        <w:spacing w:before="0" w:after="0" w:line="276" w:lineRule="auto"/>
        <w:jc w:val="left"/>
        <w:rPr>
          <w:rFonts w:cs="Miriam"/>
          <w:b/>
          <w:sz w:val="21"/>
          <w:szCs w:val="21"/>
        </w:rPr>
      </w:pPr>
    </w:p>
    <w:p w14:paraId="24E2DCBA" w14:textId="77777777" w:rsidR="008E7920" w:rsidRDefault="008E7920" w:rsidP="00282D40">
      <w:pPr>
        <w:pStyle w:val="JobTitle"/>
        <w:widowControl w:val="0"/>
        <w:spacing w:before="0" w:after="0" w:line="276" w:lineRule="auto"/>
        <w:jc w:val="left"/>
        <w:rPr>
          <w:rFonts w:cs="Miriam"/>
          <w:b/>
          <w:sz w:val="21"/>
          <w:szCs w:val="21"/>
        </w:rPr>
      </w:pPr>
    </w:p>
    <w:p w14:paraId="19F73FE9" w14:textId="62AFACE7" w:rsidR="00DA0908" w:rsidRPr="00DB00E7" w:rsidRDefault="00DA0908" w:rsidP="00282D40">
      <w:pPr>
        <w:pStyle w:val="JobTitle"/>
        <w:widowControl w:val="0"/>
        <w:spacing w:before="0" w:after="0" w:line="276" w:lineRule="auto"/>
        <w:jc w:val="left"/>
        <w:rPr>
          <w:rFonts w:cs="Miriam"/>
          <w:b/>
          <w:sz w:val="21"/>
          <w:szCs w:val="21"/>
        </w:rPr>
      </w:pPr>
      <w:r w:rsidRPr="00DB00E7">
        <w:rPr>
          <w:rFonts w:cs="Miriam"/>
          <w:b/>
          <w:sz w:val="21"/>
          <w:szCs w:val="21"/>
        </w:rPr>
        <w:t>OBJECTIVE:</w:t>
      </w:r>
    </w:p>
    <w:p w14:paraId="3D5B8CBC" w14:textId="21A7B76F" w:rsidR="00DA0908" w:rsidRPr="00DB00E7" w:rsidRDefault="00DA0908" w:rsidP="3A24E88B">
      <w:pPr>
        <w:pStyle w:val="JobTitle"/>
        <w:spacing w:before="0"/>
        <w:rPr>
          <w:rFonts w:cs="Miriam"/>
          <w:sz w:val="21"/>
          <w:szCs w:val="21"/>
          <w:u w:val="none"/>
        </w:rPr>
      </w:pPr>
      <w:r w:rsidRPr="00DB00E7">
        <w:rPr>
          <w:rFonts w:cs="Miriam"/>
          <w:sz w:val="21"/>
          <w:szCs w:val="21"/>
          <w:u w:val="none"/>
        </w:rPr>
        <w:t xml:space="preserve">To secure a responsible, challenging </w:t>
      </w:r>
      <w:r w:rsidR="3A24E88B" w:rsidRPr="00DB00E7">
        <w:rPr>
          <w:rFonts w:cs="Miriam"/>
          <w:sz w:val="21"/>
          <w:szCs w:val="21"/>
          <w:u w:val="none"/>
        </w:rPr>
        <w:t>position in an administrative</w:t>
      </w:r>
      <w:r w:rsidR="005B33EE">
        <w:rPr>
          <w:rFonts w:cs="Miriam"/>
          <w:sz w:val="21"/>
          <w:szCs w:val="21"/>
          <w:u w:val="none"/>
        </w:rPr>
        <w:t xml:space="preserve">, </w:t>
      </w:r>
      <w:r w:rsidR="00745A98">
        <w:rPr>
          <w:rFonts w:cs="Miriam"/>
          <w:sz w:val="21"/>
          <w:szCs w:val="21"/>
          <w:u w:val="none"/>
        </w:rPr>
        <w:t xml:space="preserve">operations </w:t>
      </w:r>
      <w:r w:rsidR="00FB218C">
        <w:rPr>
          <w:rFonts w:cs="Miriam"/>
          <w:sz w:val="21"/>
          <w:szCs w:val="21"/>
          <w:u w:val="none"/>
        </w:rPr>
        <w:t>or records management</w:t>
      </w:r>
      <w:r w:rsidR="00415042">
        <w:rPr>
          <w:rFonts w:cs="Miriam"/>
          <w:sz w:val="21"/>
          <w:szCs w:val="21"/>
          <w:u w:val="none"/>
        </w:rPr>
        <w:t xml:space="preserve"> capacity</w:t>
      </w:r>
      <w:r w:rsidR="3A24E88B" w:rsidRPr="00DB00E7">
        <w:rPr>
          <w:rFonts w:cs="Miriam"/>
          <w:sz w:val="21"/>
          <w:szCs w:val="21"/>
          <w:u w:val="none"/>
        </w:rPr>
        <w:t xml:space="preserve"> </w:t>
      </w:r>
      <w:r w:rsidR="003B6BBC">
        <w:rPr>
          <w:rFonts w:cs="Miriam"/>
          <w:sz w:val="21"/>
          <w:szCs w:val="21"/>
          <w:u w:val="none"/>
        </w:rPr>
        <w:t>that provides</w:t>
      </w:r>
      <w:r w:rsidR="00A939D0">
        <w:rPr>
          <w:rFonts w:cs="Miriam"/>
          <w:sz w:val="21"/>
          <w:szCs w:val="21"/>
          <w:u w:val="none"/>
        </w:rPr>
        <w:t xml:space="preserve"> </w:t>
      </w:r>
      <w:r w:rsidR="3A24E88B" w:rsidRPr="00DB00E7">
        <w:rPr>
          <w:rFonts w:cs="Miriam"/>
          <w:sz w:val="21"/>
          <w:szCs w:val="21"/>
          <w:u w:val="none"/>
        </w:rPr>
        <w:t>opportunity for growth</w:t>
      </w:r>
      <w:r w:rsidR="00BF411B">
        <w:rPr>
          <w:rFonts w:cs="Miriam"/>
          <w:sz w:val="21"/>
          <w:szCs w:val="21"/>
          <w:u w:val="none"/>
        </w:rPr>
        <w:t xml:space="preserve">, longevity </w:t>
      </w:r>
      <w:r w:rsidR="3A24E88B" w:rsidRPr="00DB00E7">
        <w:rPr>
          <w:rFonts w:cs="Miriam"/>
          <w:sz w:val="21"/>
          <w:szCs w:val="21"/>
          <w:u w:val="none"/>
        </w:rPr>
        <w:t>and</w:t>
      </w:r>
      <w:r w:rsidR="00BF411B">
        <w:rPr>
          <w:rFonts w:cs="Miriam"/>
          <w:sz w:val="21"/>
          <w:szCs w:val="21"/>
          <w:u w:val="none"/>
        </w:rPr>
        <w:t xml:space="preserve"> eventual </w:t>
      </w:r>
      <w:r w:rsidR="3A24E88B" w:rsidRPr="00DB00E7">
        <w:rPr>
          <w:rFonts w:cs="Miriam"/>
          <w:sz w:val="21"/>
          <w:szCs w:val="21"/>
          <w:u w:val="none"/>
        </w:rPr>
        <w:t>advancement.</w:t>
      </w:r>
    </w:p>
    <w:p w14:paraId="7C32DFE2" w14:textId="77777777" w:rsidR="00980826" w:rsidRPr="00DB00E7" w:rsidRDefault="00DA0908" w:rsidP="00DB00E7">
      <w:pPr>
        <w:pStyle w:val="KeyResults"/>
        <w:spacing w:line="276" w:lineRule="auto"/>
        <w:rPr>
          <w:rFonts w:cs="Miriam"/>
          <w:i w:val="0"/>
          <w:sz w:val="21"/>
          <w:szCs w:val="21"/>
          <w:u w:val="single"/>
        </w:rPr>
      </w:pPr>
      <w:r w:rsidRPr="00DB00E7">
        <w:rPr>
          <w:rFonts w:cs="Miriam"/>
          <w:i w:val="0"/>
          <w:sz w:val="21"/>
          <w:szCs w:val="21"/>
          <w:u w:val="single"/>
        </w:rPr>
        <w:t>HIGHLIGHTS</w:t>
      </w:r>
      <w:r w:rsidR="00117C04" w:rsidRPr="00DB00E7">
        <w:rPr>
          <w:rFonts w:cs="Miriam"/>
          <w:i w:val="0"/>
          <w:sz w:val="21"/>
          <w:szCs w:val="21"/>
          <w:u w:val="single"/>
        </w:rPr>
        <w:t>:</w:t>
      </w:r>
    </w:p>
    <w:p w14:paraId="46C3EE44" w14:textId="77777777" w:rsidR="00980826" w:rsidRPr="00DB00E7" w:rsidRDefault="00DA0908" w:rsidP="00DA0908">
      <w:pPr>
        <w:pStyle w:val="ResumeBulletPoints"/>
        <w:spacing w:after="0"/>
        <w:rPr>
          <w:rFonts w:cs="Miriam"/>
          <w:sz w:val="21"/>
          <w:szCs w:val="21"/>
        </w:rPr>
      </w:pPr>
      <w:r w:rsidRPr="00DB00E7">
        <w:rPr>
          <w:rFonts w:cs="Miriam"/>
          <w:sz w:val="21"/>
          <w:szCs w:val="21"/>
        </w:rPr>
        <w:t>Supervision and leadership of subordinates</w:t>
      </w:r>
    </w:p>
    <w:p w14:paraId="659888A2" w14:textId="7BDD56FA" w:rsidR="00DA0908" w:rsidRPr="002A765E" w:rsidRDefault="00DA0908" w:rsidP="002A765E">
      <w:pPr>
        <w:pStyle w:val="ResumeBulletPoints"/>
        <w:spacing w:after="0"/>
        <w:rPr>
          <w:rFonts w:cs="Miriam"/>
          <w:sz w:val="21"/>
          <w:szCs w:val="21"/>
        </w:rPr>
      </w:pPr>
      <w:r w:rsidRPr="00DB00E7">
        <w:rPr>
          <w:rFonts w:cs="Miriam"/>
          <w:sz w:val="21"/>
          <w:szCs w:val="21"/>
        </w:rPr>
        <w:t>Optimize productivity</w:t>
      </w:r>
      <w:r w:rsidR="00397D13">
        <w:rPr>
          <w:rFonts w:cs="Miriam"/>
          <w:sz w:val="21"/>
          <w:szCs w:val="21"/>
        </w:rPr>
        <w:t xml:space="preserve"> and ensure appropriate </w:t>
      </w:r>
      <w:r w:rsidR="00397D13" w:rsidRPr="00DB00E7">
        <w:rPr>
          <w:rFonts w:cs="Miriam"/>
          <w:sz w:val="21"/>
          <w:szCs w:val="21"/>
        </w:rPr>
        <w:t>staff/client boundaries</w:t>
      </w:r>
    </w:p>
    <w:p w14:paraId="27BE9834" w14:textId="77777777" w:rsidR="00DA0908" w:rsidRPr="00DB00E7" w:rsidRDefault="00DA0908" w:rsidP="00DA0908">
      <w:pPr>
        <w:pStyle w:val="ResumeBulletPoints"/>
        <w:spacing w:after="0"/>
        <w:rPr>
          <w:rFonts w:cs="Miriam"/>
          <w:sz w:val="21"/>
          <w:szCs w:val="21"/>
        </w:rPr>
      </w:pPr>
      <w:r w:rsidRPr="00DB00E7">
        <w:rPr>
          <w:rFonts w:cs="Miriam"/>
          <w:sz w:val="21"/>
          <w:szCs w:val="21"/>
        </w:rPr>
        <w:t>Extensive computer and imaging skills and knowledge</w:t>
      </w:r>
    </w:p>
    <w:p w14:paraId="55E1C533" w14:textId="66EB574D" w:rsidR="00DA0908" w:rsidRPr="00DB00E7" w:rsidRDefault="00DA0908" w:rsidP="00446B5A">
      <w:pPr>
        <w:pStyle w:val="ResumeBulletPoints"/>
        <w:spacing w:after="0"/>
        <w:rPr>
          <w:rFonts w:cs="Miriam"/>
          <w:sz w:val="21"/>
          <w:szCs w:val="21"/>
        </w:rPr>
      </w:pPr>
      <w:r w:rsidRPr="00DB00E7">
        <w:rPr>
          <w:rFonts w:cs="Miriam"/>
          <w:sz w:val="21"/>
          <w:szCs w:val="21"/>
        </w:rPr>
        <w:t>Legal document preparation and classification</w:t>
      </w:r>
      <w:r w:rsidR="00472663">
        <w:rPr>
          <w:rFonts w:cs="Miriam"/>
          <w:sz w:val="21"/>
          <w:szCs w:val="21"/>
        </w:rPr>
        <w:t xml:space="preserve"> </w:t>
      </w:r>
    </w:p>
    <w:p w14:paraId="51572C37" w14:textId="77777777" w:rsidR="00DA0908" w:rsidRPr="00DB00E7" w:rsidRDefault="00DA0908" w:rsidP="00DA0908">
      <w:pPr>
        <w:pStyle w:val="ResumeBulletPoints"/>
        <w:spacing w:after="0"/>
        <w:rPr>
          <w:rFonts w:cs="Miriam"/>
          <w:sz w:val="21"/>
          <w:szCs w:val="21"/>
        </w:rPr>
      </w:pPr>
      <w:r w:rsidRPr="00DB00E7">
        <w:rPr>
          <w:rFonts w:cs="Miriam"/>
          <w:sz w:val="21"/>
          <w:szCs w:val="21"/>
        </w:rPr>
        <w:t>Promote positive, active involvement of staff</w:t>
      </w:r>
    </w:p>
    <w:p w14:paraId="18480908" w14:textId="77777777" w:rsidR="00DA0908" w:rsidRPr="00DB00E7" w:rsidRDefault="00DA0908" w:rsidP="4BFC077B">
      <w:pPr>
        <w:pStyle w:val="ResumeBulletPoints"/>
        <w:spacing w:after="0"/>
        <w:rPr>
          <w:rFonts w:cs="Miriam"/>
          <w:sz w:val="21"/>
          <w:szCs w:val="21"/>
        </w:rPr>
      </w:pPr>
      <w:r w:rsidRPr="00DB00E7">
        <w:rPr>
          <w:rFonts w:cs="Miriam"/>
          <w:sz w:val="21"/>
          <w:szCs w:val="21"/>
        </w:rPr>
        <w:t>Team player</w:t>
      </w:r>
    </w:p>
    <w:p w14:paraId="7CA47A66" w14:textId="77777777" w:rsidR="002A765E" w:rsidRDefault="00DA0908" w:rsidP="002A765E">
      <w:pPr>
        <w:pStyle w:val="ResumeBulletPoints"/>
        <w:spacing w:after="0"/>
        <w:rPr>
          <w:rFonts w:cs="Miriam"/>
          <w:sz w:val="21"/>
          <w:szCs w:val="21"/>
        </w:rPr>
      </w:pPr>
      <w:r w:rsidRPr="00DB00E7">
        <w:rPr>
          <w:rFonts w:cs="Miriam"/>
          <w:sz w:val="21"/>
          <w:szCs w:val="21"/>
        </w:rPr>
        <w:t>Effectively balance workflow</w:t>
      </w:r>
    </w:p>
    <w:p w14:paraId="723A9180" w14:textId="6F148680" w:rsidR="00DA0908" w:rsidRDefault="6F4C3E2F" w:rsidP="002A765E">
      <w:pPr>
        <w:pStyle w:val="ResumeBulletPoints"/>
        <w:spacing w:after="0"/>
        <w:rPr>
          <w:rFonts w:cs="Miriam"/>
          <w:sz w:val="21"/>
          <w:szCs w:val="21"/>
        </w:rPr>
      </w:pPr>
      <w:r w:rsidRPr="002A765E">
        <w:rPr>
          <w:rFonts w:cs="Miriam"/>
          <w:sz w:val="21"/>
          <w:szCs w:val="21"/>
        </w:rPr>
        <w:t xml:space="preserve">Maintain </w:t>
      </w:r>
      <w:r w:rsidR="00E0296A" w:rsidRPr="002A765E">
        <w:rPr>
          <w:rFonts w:cs="Miriam"/>
          <w:sz w:val="21"/>
          <w:szCs w:val="21"/>
        </w:rPr>
        <w:t xml:space="preserve">effective and efficient </w:t>
      </w:r>
      <w:r w:rsidRPr="002A765E">
        <w:rPr>
          <w:rFonts w:cs="Miriam"/>
          <w:sz w:val="21"/>
          <w:szCs w:val="21"/>
        </w:rPr>
        <w:t xml:space="preserve">consistency of operations </w:t>
      </w:r>
    </w:p>
    <w:p w14:paraId="0178DA62" w14:textId="77777777" w:rsidR="00EF2198" w:rsidRPr="002A765E" w:rsidRDefault="00EF2198" w:rsidP="00EF2198">
      <w:pPr>
        <w:pStyle w:val="ResumeBulletPoints"/>
        <w:numPr>
          <w:ilvl w:val="0"/>
          <w:numId w:val="0"/>
        </w:numPr>
        <w:spacing w:after="0"/>
        <w:ind w:left="360"/>
        <w:rPr>
          <w:rFonts w:cs="Miriam"/>
          <w:sz w:val="21"/>
          <w:szCs w:val="21"/>
        </w:rPr>
      </w:pPr>
    </w:p>
    <w:p w14:paraId="4BECD602" w14:textId="490E5377" w:rsidR="00DA0908" w:rsidRDefault="00DA0908" w:rsidP="00DB00E7">
      <w:pPr>
        <w:pStyle w:val="ResumeBulletPoints"/>
        <w:numPr>
          <w:ilvl w:val="0"/>
          <w:numId w:val="0"/>
        </w:numPr>
        <w:spacing w:after="80" w:line="276" w:lineRule="auto"/>
        <w:rPr>
          <w:rFonts w:cs="Miriam"/>
          <w:b/>
          <w:sz w:val="21"/>
          <w:szCs w:val="21"/>
          <w:u w:val="single"/>
        </w:rPr>
      </w:pPr>
      <w:r w:rsidRPr="00DB00E7">
        <w:rPr>
          <w:rFonts w:cs="Miriam"/>
          <w:b/>
          <w:sz w:val="21"/>
          <w:szCs w:val="21"/>
          <w:u w:val="single"/>
        </w:rPr>
        <w:t>PROFESSIONAL WORK HISTORY:</w:t>
      </w:r>
    </w:p>
    <w:tbl>
      <w:tblPr>
        <w:tblW w:w="10278" w:type="dxa"/>
        <w:tblLook w:val="00A0" w:firstRow="1" w:lastRow="0" w:firstColumn="1" w:lastColumn="0" w:noHBand="0" w:noVBand="0"/>
      </w:tblPr>
      <w:tblGrid>
        <w:gridCol w:w="7668"/>
        <w:gridCol w:w="2610"/>
      </w:tblGrid>
      <w:tr w:rsidR="004F2BC1" w:rsidRPr="00DB00E7" w14:paraId="3D409447" w14:textId="77777777" w:rsidTr="00501B38">
        <w:tc>
          <w:tcPr>
            <w:tcW w:w="7668" w:type="dxa"/>
          </w:tcPr>
          <w:p w14:paraId="372E1D6B" w14:textId="2819B756" w:rsidR="004F2BC1" w:rsidRPr="00DB00E7" w:rsidRDefault="00DF352F" w:rsidP="00501B38">
            <w:pPr>
              <w:pStyle w:val="BusinessNameAllCaps"/>
              <w:jc w:val="left"/>
              <w:rPr>
                <w:rFonts w:cs="Miriam"/>
                <w:sz w:val="21"/>
                <w:szCs w:val="21"/>
              </w:rPr>
            </w:pPr>
            <w:r>
              <w:rPr>
                <w:rFonts w:cs="Miriam"/>
                <w:sz w:val="21"/>
                <w:szCs w:val="21"/>
              </w:rPr>
              <w:t xml:space="preserve">COUNTY OF </w:t>
            </w:r>
            <w:r w:rsidR="00FB11BB">
              <w:rPr>
                <w:rFonts w:cs="Miriam"/>
                <w:sz w:val="21"/>
                <w:szCs w:val="21"/>
              </w:rPr>
              <w:t>RIVERSIDE</w:t>
            </w:r>
            <w:r w:rsidR="0079698D">
              <w:rPr>
                <w:rFonts w:cs="Miriam"/>
                <w:sz w:val="21"/>
                <w:szCs w:val="21"/>
              </w:rPr>
              <w:t xml:space="preserve"> &amp; </w:t>
            </w:r>
            <w:r>
              <w:rPr>
                <w:rFonts w:cs="Miriam"/>
                <w:sz w:val="21"/>
                <w:szCs w:val="21"/>
              </w:rPr>
              <w:t>SAN BERNARDINO</w:t>
            </w:r>
            <w:r w:rsidR="004F2BC1" w:rsidRPr="00DB00E7">
              <w:rPr>
                <w:rFonts w:cs="Miriam"/>
                <w:sz w:val="21"/>
                <w:szCs w:val="21"/>
              </w:rPr>
              <w:t xml:space="preserve"> – </w:t>
            </w:r>
            <w:r w:rsidR="004F2BC1">
              <w:rPr>
                <w:rFonts w:cs="Miriam"/>
                <w:sz w:val="21"/>
                <w:szCs w:val="21"/>
              </w:rPr>
              <w:t>IN-HOME SUPPORTIVE SERVICES</w:t>
            </w:r>
          </w:p>
        </w:tc>
        <w:tc>
          <w:tcPr>
            <w:tcW w:w="2610" w:type="dxa"/>
          </w:tcPr>
          <w:p w14:paraId="7F2B5A9F" w14:textId="4D81B1A3" w:rsidR="004F2BC1" w:rsidRPr="00DB00E7" w:rsidRDefault="002263B3" w:rsidP="00501B38">
            <w:pPr>
              <w:pStyle w:val="DateRange"/>
              <w:rPr>
                <w:rFonts w:cs="Miriam"/>
                <w:sz w:val="21"/>
                <w:szCs w:val="21"/>
              </w:rPr>
            </w:pPr>
            <w:r>
              <w:rPr>
                <w:rFonts w:cs="Miriam"/>
                <w:sz w:val="21"/>
                <w:szCs w:val="21"/>
              </w:rPr>
              <w:t xml:space="preserve">           </w:t>
            </w:r>
            <w:r w:rsidR="008617DA">
              <w:rPr>
                <w:rFonts w:cs="Miriam"/>
                <w:sz w:val="21"/>
                <w:szCs w:val="21"/>
              </w:rPr>
              <w:t xml:space="preserve"> </w:t>
            </w:r>
            <w:r w:rsidR="004F2BC1" w:rsidRPr="00DB00E7">
              <w:rPr>
                <w:rFonts w:cs="Miriam"/>
                <w:sz w:val="21"/>
                <w:szCs w:val="21"/>
              </w:rPr>
              <w:t>201</w:t>
            </w:r>
            <w:r w:rsidR="006505AD">
              <w:rPr>
                <w:rFonts w:cs="Miriam"/>
                <w:sz w:val="21"/>
                <w:szCs w:val="21"/>
              </w:rPr>
              <w:t>6</w:t>
            </w:r>
            <w:r w:rsidR="00FC7E42">
              <w:rPr>
                <w:rFonts w:cs="Miriam"/>
                <w:sz w:val="21"/>
                <w:szCs w:val="21"/>
              </w:rPr>
              <w:t xml:space="preserve"> </w:t>
            </w:r>
            <w:r w:rsidR="004F2BC1" w:rsidRPr="00DB00E7">
              <w:rPr>
                <w:rFonts w:cs="Miriam"/>
                <w:sz w:val="21"/>
                <w:szCs w:val="21"/>
              </w:rPr>
              <w:t>to Present</w:t>
            </w:r>
          </w:p>
        </w:tc>
      </w:tr>
    </w:tbl>
    <w:p w14:paraId="00FE856D" w14:textId="7D30BC85" w:rsidR="00DF352F" w:rsidRPr="00DB00E7" w:rsidRDefault="0053539B" w:rsidP="00501B38">
      <w:pPr>
        <w:pStyle w:val="JobTitle"/>
        <w:rPr>
          <w:rFonts w:cs="Miriam"/>
          <w:sz w:val="21"/>
          <w:szCs w:val="21"/>
        </w:rPr>
      </w:pPr>
      <w:r>
        <w:rPr>
          <w:rFonts w:cs="Miriam"/>
          <w:sz w:val="21"/>
          <w:szCs w:val="21"/>
        </w:rPr>
        <w:t>I</w:t>
      </w:r>
      <w:r w:rsidR="00EF2198">
        <w:rPr>
          <w:rFonts w:cs="Miriam"/>
          <w:sz w:val="21"/>
          <w:szCs w:val="21"/>
        </w:rPr>
        <w:t>HSS</w:t>
      </w:r>
      <w:r>
        <w:rPr>
          <w:rFonts w:cs="Miriam"/>
          <w:sz w:val="21"/>
          <w:szCs w:val="21"/>
        </w:rPr>
        <w:t xml:space="preserve"> Provider / Caregiver</w:t>
      </w:r>
      <w:r w:rsidR="004C6275">
        <w:rPr>
          <w:rFonts w:cs="Miriam"/>
          <w:sz w:val="21"/>
          <w:szCs w:val="21"/>
        </w:rPr>
        <w:t xml:space="preserve"> </w:t>
      </w:r>
    </w:p>
    <w:p w14:paraId="1D3CD7AB" w14:textId="77777777" w:rsidR="004F2BC1" w:rsidRPr="00DB00E7" w:rsidRDefault="004F2BC1" w:rsidP="00501B38">
      <w:pPr>
        <w:pStyle w:val="KeyResults"/>
        <w:rPr>
          <w:rFonts w:cs="Miriam"/>
          <w:sz w:val="21"/>
          <w:szCs w:val="21"/>
          <w:u w:val="single"/>
        </w:rPr>
      </w:pPr>
      <w:r w:rsidRPr="00DB00E7">
        <w:rPr>
          <w:rFonts w:cs="Miriam"/>
          <w:sz w:val="21"/>
          <w:szCs w:val="21"/>
        </w:rPr>
        <w:t>Key Duties:</w:t>
      </w:r>
    </w:p>
    <w:p w14:paraId="45A4DB50" w14:textId="6E55B0BA" w:rsidR="008A1B30" w:rsidRPr="00DB00E7" w:rsidRDefault="006A7AAC" w:rsidP="00947CAE">
      <w:pPr>
        <w:pStyle w:val="ResumeBulletPoints"/>
        <w:numPr>
          <w:ilvl w:val="0"/>
          <w:numId w:val="2"/>
        </w:numPr>
        <w:spacing w:after="80"/>
        <w:rPr>
          <w:rFonts w:cs="Miriam"/>
          <w:sz w:val="21"/>
          <w:szCs w:val="21"/>
        </w:rPr>
      </w:pPr>
      <w:r>
        <w:rPr>
          <w:rFonts w:cs="Miriam"/>
          <w:sz w:val="21"/>
          <w:szCs w:val="21"/>
        </w:rPr>
        <w:t>Provide a host of services on a daily basis including meal preparation,</w:t>
      </w:r>
      <w:r w:rsidR="00AB69EA">
        <w:rPr>
          <w:rFonts w:cs="Miriam"/>
          <w:sz w:val="21"/>
          <w:szCs w:val="21"/>
        </w:rPr>
        <w:t xml:space="preserve"> general housekeeping, laund</w:t>
      </w:r>
      <w:r w:rsidR="00B85A06">
        <w:rPr>
          <w:rFonts w:cs="Miriam"/>
          <w:sz w:val="21"/>
          <w:szCs w:val="21"/>
        </w:rPr>
        <w:t>ry service, dress</w:t>
      </w:r>
      <w:r w:rsidR="009F5464">
        <w:rPr>
          <w:rFonts w:cs="Miriam"/>
          <w:sz w:val="21"/>
          <w:szCs w:val="21"/>
        </w:rPr>
        <w:t xml:space="preserve">ing, grooming, bathing, ensure that client </w:t>
      </w:r>
      <w:r w:rsidR="00F56CE5">
        <w:rPr>
          <w:rFonts w:cs="Miriam"/>
          <w:sz w:val="21"/>
          <w:szCs w:val="21"/>
        </w:rPr>
        <w:t xml:space="preserve">feels safe and comfortable </w:t>
      </w:r>
      <w:r w:rsidR="00640A76">
        <w:rPr>
          <w:rFonts w:cs="Miriam"/>
          <w:sz w:val="21"/>
          <w:szCs w:val="21"/>
        </w:rPr>
        <w:t xml:space="preserve">at all times, monitor client’s medical disability </w:t>
      </w:r>
      <w:r w:rsidR="00006637">
        <w:rPr>
          <w:rFonts w:cs="Miriam"/>
          <w:sz w:val="21"/>
          <w:szCs w:val="21"/>
        </w:rPr>
        <w:t>and report any changes in their mental, physical and emotional state to management</w:t>
      </w:r>
      <w:r w:rsidR="00E87B80">
        <w:rPr>
          <w:rFonts w:cs="Miriam"/>
          <w:sz w:val="21"/>
          <w:szCs w:val="21"/>
        </w:rPr>
        <w:t xml:space="preserve">, </w:t>
      </w:r>
      <w:r w:rsidR="00293616">
        <w:rPr>
          <w:rFonts w:cs="Miriam"/>
          <w:sz w:val="21"/>
          <w:szCs w:val="21"/>
        </w:rPr>
        <w:t>provide transportation to appointments</w:t>
      </w:r>
      <w:r w:rsidR="00195BF5">
        <w:rPr>
          <w:rFonts w:cs="Miriam"/>
          <w:sz w:val="21"/>
          <w:szCs w:val="21"/>
        </w:rPr>
        <w:t xml:space="preserve">, shop for groceries, assist with bill payments, </w:t>
      </w:r>
      <w:r w:rsidR="00CD2C04">
        <w:rPr>
          <w:rFonts w:cs="Miriam"/>
          <w:sz w:val="21"/>
          <w:szCs w:val="21"/>
        </w:rPr>
        <w:t>address any questions and/or concerns that client may have</w:t>
      </w:r>
      <w:r w:rsidR="00FA7264">
        <w:rPr>
          <w:rFonts w:cs="Miriam"/>
          <w:sz w:val="21"/>
          <w:szCs w:val="21"/>
        </w:rPr>
        <w:t xml:space="preserve"> as they are presented to me, assist with oxygen therapy, breathing treatments</w:t>
      </w:r>
      <w:r w:rsidR="003C5634">
        <w:rPr>
          <w:rFonts w:cs="Miriam"/>
          <w:sz w:val="21"/>
          <w:szCs w:val="21"/>
        </w:rPr>
        <w:t xml:space="preserve"> ensure </w:t>
      </w:r>
      <w:r w:rsidR="00317FE5">
        <w:rPr>
          <w:rFonts w:cs="Miriam"/>
          <w:sz w:val="21"/>
          <w:szCs w:val="21"/>
        </w:rPr>
        <w:t xml:space="preserve">proper </w:t>
      </w:r>
      <w:r w:rsidR="003C5634">
        <w:rPr>
          <w:rFonts w:cs="Miriam"/>
          <w:sz w:val="21"/>
          <w:szCs w:val="21"/>
        </w:rPr>
        <w:t>dispos</w:t>
      </w:r>
      <w:r w:rsidR="00317FE5">
        <w:rPr>
          <w:rFonts w:cs="Miriam"/>
          <w:sz w:val="21"/>
          <w:szCs w:val="21"/>
        </w:rPr>
        <w:t>al</w:t>
      </w:r>
      <w:r w:rsidR="003C5634">
        <w:rPr>
          <w:rFonts w:cs="Miriam"/>
          <w:sz w:val="21"/>
          <w:szCs w:val="21"/>
        </w:rPr>
        <w:t xml:space="preserve"> of </w:t>
      </w:r>
      <w:r w:rsidR="00317FE5">
        <w:rPr>
          <w:rFonts w:cs="Miriam"/>
          <w:sz w:val="21"/>
          <w:szCs w:val="21"/>
        </w:rPr>
        <w:t>waste products</w:t>
      </w:r>
      <w:r w:rsidR="00FA7264">
        <w:rPr>
          <w:rFonts w:cs="Miriam"/>
          <w:sz w:val="21"/>
          <w:szCs w:val="21"/>
        </w:rPr>
        <w:t xml:space="preserve">, </w:t>
      </w:r>
      <w:r w:rsidR="005E2285">
        <w:rPr>
          <w:rFonts w:cs="Miriam"/>
          <w:sz w:val="21"/>
          <w:szCs w:val="21"/>
        </w:rPr>
        <w:t xml:space="preserve">administer medications as </w:t>
      </w:r>
      <w:r w:rsidR="004B41D5">
        <w:rPr>
          <w:rFonts w:cs="Miriam"/>
          <w:sz w:val="21"/>
          <w:szCs w:val="21"/>
        </w:rPr>
        <w:t>required per doctor’s and pharmacists’ instructions</w:t>
      </w:r>
      <w:r w:rsidR="0028132D">
        <w:rPr>
          <w:rFonts w:cs="Miriam"/>
          <w:sz w:val="21"/>
          <w:szCs w:val="21"/>
        </w:rPr>
        <w:t xml:space="preserve">, </w:t>
      </w:r>
      <w:r w:rsidR="009B1A35">
        <w:rPr>
          <w:rFonts w:cs="Miriam"/>
          <w:sz w:val="21"/>
          <w:szCs w:val="21"/>
        </w:rPr>
        <w:t xml:space="preserve">provide </w:t>
      </w:r>
      <w:r w:rsidR="0028132D">
        <w:rPr>
          <w:rFonts w:cs="Miriam"/>
          <w:sz w:val="21"/>
          <w:szCs w:val="21"/>
        </w:rPr>
        <w:t xml:space="preserve">paramedical </w:t>
      </w:r>
      <w:r w:rsidR="00054323">
        <w:rPr>
          <w:rFonts w:cs="Miriam"/>
          <w:sz w:val="21"/>
          <w:szCs w:val="21"/>
        </w:rPr>
        <w:t>services depending on the client’s abilities and case management needs</w:t>
      </w:r>
      <w:r w:rsidR="004B41D5">
        <w:rPr>
          <w:rFonts w:cs="Miriam"/>
          <w:sz w:val="21"/>
          <w:szCs w:val="21"/>
        </w:rPr>
        <w:t xml:space="preserve">, </w:t>
      </w:r>
      <w:r w:rsidR="00FB48EB">
        <w:rPr>
          <w:rFonts w:cs="Miriam"/>
          <w:sz w:val="21"/>
          <w:szCs w:val="21"/>
        </w:rPr>
        <w:t>p</w:t>
      </w:r>
      <w:r w:rsidR="00331776">
        <w:rPr>
          <w:rFonts w:cs="Miriam"/>
          <w:sz w:val="21"/>
          <w:szCs w:val="21"/>
        </w:rPr>
        <w:t>rovide necessary</w:t>
      </w:r>
      <w:r w:rsidR="00FB48EB">
        <w:rPr>
          <w:rFonts w:cs="Miriam"/>
          <w:sz w:val="21"/>
          <w:szCs w:val="21"/>
        </w:rPr>
        <w:t xml:space="preserve"> </w:t>
      </w:r>
      <w:r w:rsidR="000C4A08">
        <w:rPr>
          <w:rFonts w:cs="Miriam"/>
          <w:sz w:val="21"/>
          <w:szCs w:val="21"/>
        </w:rPr>
        <w:t xml:space="preserve">safety </w:t>
      </w:r>
      <w:r w:rsidR="00331776">
        <w:rPr>
          <w:rFonts w:cs="Miriam"/>
          <w:sz w:val="21"/>
          <w:szCs w:val="21"/>
        </w:rPr>
        <w:t>supervision as required</w:t>
      </w:r>
      <w:r w:rsidR="0082034B">
        <w:rPr>
          <w:rFonts w:cs="Miriam"/>
          <w:sz w:val="21"/>
          <w:szCs w:val="21"/>
        </w:rPr>
        <w:t>, document all services provided</w:t>
      </w:r>
      <w:r w:rsidR="00346768">
        <w:rPr>
          <w:rFonts w:cs="Miriam"/>
          <w:sz w:val="21"/>
          <w:szCs w:val="21"/>
        </w:rPr>
        <w:t xml:space="preserve"> and any changes to client’s </w:t>
      </w:r>
      <w:r w:rsidR="004D096C">
        <w:rPr>
          <w:rFonts w:cs="Miriam"/>
          <w:sz w:val="21"/>
          <w:szCs w:val="21"/>
        </w:rPr>
        <w:t>condition</w:t>
      </w:r>
      <w:r w:rsidR="0082034B">
        <w:rPr>
          <w:rFonts w:cs="Miriam"/>
          <w:sz w:val="21"/>
          <w:szCs w:val="21"/>
        </w:rPr>
        <w:t xml:space="preserve"> on a </w:t>
      </w:r>
      <w:r w:rsidR="003A3F02">
        <w:rPr>
          <w:rFonts w:cs="Miriam"/>
          <w:sz w:val="21"/>
          <w:szCs w:val="21"/>
        </w:rPr>
        <w:t>daily</w:t>
      </w:r>
      <w:r w:rsidR="0082034B">
        <w:rPr>
          <w:rFonts w:cs="Miriam"/>
          <w:sz w:val="21"/>
          <w:szCs w:val="21"/>
        </w:rPr>
        <w:t xml:space="preserve"> basis, </w:t>
      </w:r>
      <w:r w:rsidR="003A3F02">
        <w:rPr>
          <w:rFonts w:cs="Miriam"/>
          <w:sz w:val="21"/>
          <w:szCs w:val="21"/>
        </w:rPr>
        <w:t xml:space="preserve">communicate any updates or changes with </w:t>
      </w:r>
      <w:r w:rsidR="00655132">
        <w:rPr>
          <w:rFonts w:cs="Miriam"/>
          <w:sz w:val="21"/>
          <w:szCs w:val="21"/>
        </w:rPr>
        <w:t xml:space="preserve">all staff during shift change and ensure that my </w:t>
      </w:r>
      <w:r w:rsidR="0028132D">
        <w:rPr>
          <w:rFonts w:cs="Miriam"/>
          <w:sz w:val="21"/>
          <w:szCs w:val="21"/>
        </w:rPr>
        <w:t>CPR, food preparation</w:t>
      </w:r>
      <w:r w:rsidR="00C420E0">
        <w:rPr>
          <w:rFonts w:cs="Miriam"/>
          <w:sz w:val="21"/>
          <w:szCs w:val="21"/>
        </w:rPr>
        <w:t xml:space="preserve"> and safety certifications remain current</w:t>
      </w:r>
      <w:r w:rsidR="009A147F">
        <w:rPr>
          <w:rFonts w:cs="Miriam"/>
          <w:sz w:val="21"/>
          <w:szCs w:val="21"/>
        </w:rPr>
        <w:t xml:space="preserve"> at all times</w:t>
      </w:r>
      <w:r w:rsidR="00C420E0">
        <w:rPr>
          <w:rFonts w:cs="Miriam"/>
          <w:sz w:val="21"/>
          <w:szCs w:val="21"/>
        </w:rPr>
        <w:t xml:space="preserve">, </w:t>
      </w:r>
      <w:r w:rsidR="0091773E">
        <w:rPr>
          <w:rFonts w:cs="Miriam"/>
          <w:sz w:val="21"/>
          <w:szCs w:val="21"/>
        </w:rPr>
        <w:t>any additional</w:t>
      </w:r>
      <w:r w:rsidR="00C420E0">
        <w:rPr>
          <w:rFonts w:cs="Miriam"/>
          <w:sz w:val="21"/>
          <w:szCs w:val="21"/>
        </w:rPr>
        <w:t xml:space="preserve"> duties as assigned depending on the </w:t>
      </w:r>
      <w:r w:rsidR="0028132D">
        <w:rPr>
          <w:rFonts w:cs="Miriam"/>
          <w:sz w:val="21"/>
          <w:szCs w:val="21"/>
        </w:rPr>
        <w:t xml:space="preserve">client’s specific needs and </w:t>
      </w:r>
      <w:r w:rsidR="002501FA">
        <w:rPr>
          <w:rFonts w:cs="Miriam"/>
          <w:sz w:val="21"/>
          <w:szCs w:val="21"/>
        </w:rPr>
        <w:t xml:space="preserve">living </w:t>
      </w:r>
      <w:r w:rsidR="0028132D">
        <w:rPr>
          <w:rFonts w:cs="Miriam"/>
          <w:sz w:val="21"/>
          <w:szCs w:val="21"/>
        </w:rPr>
        <w:t>situation.</w:t>
      </w:r>
    </w:p>
    <w:tbl>
      <w:tblPr>
        <w:tblW w:w="10278" w:type="dxa"/>
        <w:tblLook w:val="00A0" w:firstRow="1" w:lastRow="0" w:firstColumn="1" w:lastColumn="0" w:noHBand="0" w:noVBand="0"/>
      </w:tblPr>
      <w:tblGrid>
        <w:gridCol w:w="7668"/>
        <w:gridCol w:w="2610"/>
      </w:tblGrid>
      <w:tr w:rsidR="00F71D19" w:rsidRPr="00DB00E7" w14:paraId="566CC098" w14:textId="77777777" w:rsidTr="00DB00E7">
        <w:tc>
          <w:tcPr>
            <w:tcW w:w="7668" w:type="dxa"/>
          </w:tcPr>
          <w:p w14:paraId="57DAE3F7" w14:textId="113DE2E2" w:rsidR="00F71D19" w:rsidRPr="00DB00E7" w:rsidRDefault="00F71D19" w:rsidP="00616ABD">
            <w:pPr>
              <w:pStyle w:val="BusinessNameAllCaps"/>
              <w:jc w:val="left"/>
              <w:rPr>
                <w:rFonts w:cs="Miriam"/>
                <w:sz w:val="21"/>
                <w:szCs w:val="21"/>
              </w:rPr>
            </w:pPr>
            <w:r w:rsidRPr="00DB00E7">
              <w:rPr>
                <w:rFonts w:cs="Miriam"/>
                <w:sz w:val="21"/>
                <w:szCs w:val="21"/>
              </w:rPr>
              <w:t>PATH OF LIFE MINISTRI</w:t>
            </w:r>
            <w:r w:rsidR="00616ABD" w:rsidRPr="00DB00E7">
              <w:rPr>
                <w:rFonts w:cs="Miriam"/>
                <w:sz w:val="21"/>
                <w:szCs w:val="21"/>
              </w:rPr>
              <w:t xml:space="preserve">ES – Homeless </w:t>
            </w:r>
            <w:r w:rsidR="00805546">
              <w:rPr>
                <w:rFonts w:cs="Miriam"/>
                <w:sz w:val="21"/>
                <w:szCs w:val="21"/>
              </w:rPr>
              <w:t>PROGRAMS</w:t>
            </w:r>
          </w:p>
        </w:tc>
        <w:tc>
          <w:tcPr>
            <w:tcW w:w="2610" w:type="dxa"/>
          </w:tcPr>
          <w:p w14:paraId="03686163" w14:textId="1D555183" w:rsidR="00F71D19" w:rsidRPr="00DB00E7" w:rsidRDefault="00746BD9" w:rsidP="00947CAE">
            <w:pPr>
              <w:pStyle w:val="DateRange"/>
              <w:numPr>
                <w:ilvl w:val="0"/>
                <w:numId w:val="3"/>
              </w:numPr>
              <w:rPr>
                <w:rFonts w:cs="Miriam"/>
                <w:sz w:val="21"/>
                <w:szCs w:val="21"/>
              </w:rPr>
            </w:pPr>
            <w:r>
              <w:rPr>
                <w:rFonts w:cs="Miriam"/>
                <w:sz w:val="21"/>
                <w:szCs w:val="21"/>
              </w:rPr>
              <w:t xml:space="preserve"> to </w:t>
            </w:r>
            <w:r w:rsidR="0092206B">
              <w:rPr>
                <w:rFonts w:cs="Miriam"/>
                <w:sz w:val="21"/>
                <w:szCs w:val="21"/>
              </w:rPr>
              <w:t>201</w:t>
            </w:r>
            <w:r>
              <w:rPr>
                <w:rFonts w:cs="Miriam"/>
                <w:sz w:val="21"/>
                <w:szCs w:val="21"/>
              </w:rPr>
              <w:t>8</w:t>
            </w:r>
          </w:p>
        </w:tc>
      </w:tr>
    </w:tbl>
    <w:p w14:paraId="252578D0" w14:textId="51ED3EC0" w:rsidR="3A24E88B" w:rsidRPr="00DB00E7" w:rsidRDefault="6E10AF87" w:rsidP="6E10AF87">
      <w:pPr>
        <w:pStyle w:val="JobTitle"/>
        <w:rPr>
          <w:rFonts w:cs="Miriam"/>
          <w:sz w:val="21"/>
          <w:szCs w:val="21"/>
        </w:rPr>
      </w:pPr>
      <w:r w:rsidRPr="00DB00E7">
        <w:rPr>
          <w:rFonts w:cs="Miriam"/>
          <w:sz w:val="21"/>
          <w:szCs w:val="21"/>
        </w:rPr>
        <w:t>Residential Service Staff</w:t>
      </w:r>
      <w:r w:rsidR="00E72E7B">
        <w:rPr>
          <w:rFonts w:cs="Miriam"/>
          <w:sz w:val="21"/>
          <w:szCs w:val="21"/>
        </w:rPr>
        <w:t xml:space="preserve"> </w:t>
      </w:r>
      <w:r w:rsidR="00BC07DD" w:rsidRPr="00DB00E7">
        <w:rPr>
          <w:rFonts w:cs="Miriam"/>
          <w:sz w:val="21"/>
          <w:szCs w:val="21"/>
        </w:rPr>
        <w:t>/</w:t>
      </w:r>
      <w:r w:rsidR="00E72E7B">
        <w:rPr>
          <w:rFonts w:cs="Miriam"/>
          <w:sz w:val="21"/>
          <w:szCs w:val="21"/>
        </w:rPr>
        <w:t xml:space="preserve"> </w:t>
      </w:r>
      <w:r w:rsidR="00444F22">
        <w:rPr>
          <w:rFonts w:cs="Miriam"/>
          <w:sz w:val="21"/>
          <w:szCs w:val="21"/>
        </w:rPr>
        <w:t>Intake Interviewer</w:t>
      </w:r>
    </w:p>
    <w:p w14:paraId="29988520" w14:textId="77777777" w:rsidR="3A24E88B" w:rsidRPr="00DB00E7" w:rsidRDefault="3A24E88B" w:rsidP="3A24E88B">
      <w:pPr>
        <w:pStyle w:val="KeyResults"/>
        <w:rPr>
          <w:rFonts w:cs="Miriam"/>
          <w:sz w:val="21"/>
          <w:szCs w:val="21"/>
          <w:u w:val="single"/>
        </w:rPr>
      </w:pPr>
      <w:r w:rsidRPr="00DB00E7">
        <w:rPr>
          <w:rFonts w:cs="Miriam"/>
          <w:sz w:val="21"/>
          <w:szCs w:val="21"/>
        </w:rPr>
        <w:t>Key Duties:</w:t>
      </w:r>
    </w:p>
    <w:p w14:paraId="06DE8301" w14:textId="28AB699D" w:rsidR="00840F0E" w:rsidRDefault="003C1A86" w:rsidP="00F809E0">
      <w:pPr>
        <w:pStyle w:val="ResumeBulletPoints"/>
        <w:rPr>
          <w:sz w:val="22"/>
          <w:szCs w:val="22"/>
        </w:rPr>
      </w:pPr>
      <w:r w:rsidRPr="00B35CEB">
        <w:rPr>
          <w:sz w:val="22"/>
          <w:szCs w:val="22"/>
        </w:rPr>
        <w:t>Conduct intake interviews and assessments with new clients; explain the program policies and procedures, administer drug and alcohol tests on all incoming participants; complete background and "Megan's Law" checks; manage daily operations of the shelter; assist staff with dorm supervision, processing supply orders, and maintenance requests; order groceries; communicate with vendors and volunteers and review any non-compliance reports that have been submitted for review; assist guests with the established grievance process; complete incident reports and submit to management for further resolution; ensure that sleeping areas are monitored and clients' needs are addressed consistently; randomly test individuals for possible substance</w:t>
      </w:r>
      <w:r w:rsidR="006A37E9" w:rsidRPr="00B35CEB">
        <w:rPr>
          <w:sz w:val="22"/>
          <w:szCs w:val="22"/>
        </w:rPr>
        <w:t xml:space="preserve"> </w:t>
      </w:r>
      <w:r w:rsidRPr="00B35CEB">
        <w:rPr>
          <w:sz w:val="22"/>
          <w:szCs w:val="22"/>
        </w:rPr>
        <w:t xml:space="preserve">abuse and properly search all guests and their belongings upon their entry to the facility; ensure appropriate staff/client ethics and boundaries; observe the organization's established confidentiality policies and strictly comply with HIPAA laws; report unsafe or abusive situations as a designated "mandated reporter"; respond to any situation that rises to the level of CPS and/or police contact; correspond and promote positive and effective relationships with community organizations, volunteers, business partners and the public; meet with guests and develop individual case plans based on their needs; assist guests with identifying barriers and at- risk behaviors for them to address while they reside at the shelter; provide resources and referrals for guests to utilize upon exiting the program; ensure all CPR/Safety certifications remain current and active; remain knowledgeable </w:t>
      </w:r>
      <w:r w:rsidRPr="00DE5002">
        <w:rPr>
          <w:sz w:val="22"/>
          <w:szCs w:val="22"/>
        </w:rPr>
        <w:t xml:space="preserve">regarding all safety policies and emergency procedures, conduct evacuation drills regularly, maintain list of accurate, working </w:t>
      </w:r>
    </w:p>
    <w:p w14:paraId="5B37F3FD" w14:textId="52FF77A3" w:rsidR="6F4C3E2F" w:rsidRPr="00F809E0" w:rsidRDefault="00FF5CCC" w:rsidP="00840F0E">
      <w:pPr>
        <w:pStyle w:val="ResumeBulletPoints"/>
        <w:numPr>
          <w:ilvl w:val="0"/>
          <w:numId w:val="0"/>
        </w:numPr>
        <w:ind w:left="360"/>
        <w:rPr>
          <w:sz w:val="22"/>
          <w:szCs w:val="22"/>
        </w:rPr>
      </w:pPr>
      <w:r w:rsidRPr="00DB00E7">
        <w:rPr>
          <w:rFonts w:cs="Miriam"/>
          <w:noProof/>
        </w:rPr>
        <mc:AlternateContent>
          <mc:Choice Requires="wps">
            <w:drawing>
              <wp:anchor distT="0" distB="0" distL="114297" distR="114297" simplePos="0" relativeHeight="251675136" behindDoc="0" locked="0" layoutInCell="1" allowOverlap="1" wp14:anchorId="41E42E09" wp14:editId="7ABE5272">
                <wp:simplePos x="0" y="0"/>
                <wp:positionH relativeFrom="column">
                  <wp:posOffset>-173990</wp:posOffset>
                </wp:positionH>
                <wp:positionV relativeFrom="paragraph">
                  <wp:posOffset>-81915</wp:posOffset>
                </wp:positionV>
                <wp:extent cx="64770" cy="18703925"/>
                <wp:effectExtent l="25400" t="25400" r="49530" b="15875"/>
                <wp:wrapNone/>
                <wp:docPr id="12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770" cy="18703925"/>
                        </a:xfrm>
                        <a:prstGeom prst="line">
                          <a:avLst/>
                        </a:prstGeom>
                        <a:noFill/>
                        <a:ln w="66675">
                          <a:solidFill>
                            <a:srgbClr val="F79646">
                              <a:lumMod val="50000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F6C9E4" id="Line 11" o:spid="_x0000_s1026" style="position:absolute;flip:y;z-index:251675136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from="-13.7pt,-6.45pt" to="-8.6pt,1466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" strokecolor="#984807" strokeweight="5.25pt"/>
            </w:pict>
          </mc:Fallback>
        </mc:AlternateContent>
      </w:r>
      <w:r w:rsidR="003C1A86" w:rsidRPr="00F809E0">
        <w:rPr>
          <w:sz w:val="22"/>
          <w:szCs w:val="22"/>
        </w:rPr>
        <w:t>emergency numbers; ensure that all organization and client records remain up to date with each file adhering to the company's policies regarding record retention, document accuracy and completeness; work as a part of a team with all staff, while treating co-workers, shelter guests and volunteers in a warm, friendly and professional manner.</w:t>
      </w:r>
    </w:p>
    <w:tbl>
      <w:tblPr>
        <w:tblW w:w="10278" w:type="dxa"/>
        <w:tblLook w:val="00A0" w:firstRow="1" w:lastRow="0" w:firstColumn="1" w:lastColumn="0" w:noHBand="0" w:noVBand="0"/>
      </w:tblPr>
      <w:tblGrid>
        <w:gridCol w:w="7578"/>
        <w:gridCol w:w="2700"/>
      </w:tblGrid>
      <w:tr w:rsidR="00980826" w:rsidRPr="00DB00E7" w14:paraId="2210AD3C" w14:textId="77777777" w:rsidTr="00DB00E7">
        <w:tc>
          <w:tcPr>
            <w:tcW w:w="7578" w:type="dxa"/>
          </w:tcPr>
          <w:p w14:paraId="0C98292C" w14:textId="33826611" w:rsidR="00980826" w:rsidRPr="00DB00E7" w:rsidRDefault="00C23A1A" w:rsidP="00527CEE">
            <w:pPr>
              <w:pStyle w:val="BusinessNameAllCaps"/>
              <w:jc w:val="left"/>
              <w:rPr>
                <w:rFonts w:cs="Miriam"/>
                <w:sz w:val="21"/>
                <w:szCs w:val="21"/>
              </w:rPr>
            </w:pPr>
            <w:r>
              <w:rPr>
                <w:rFonts w:cs="Miriam"/>
                <w:sz w:val="21"/>
                <w:szCs w:val="21"/>
              </w:rPr>
              <w:t xml:space="preserve"> </w:t>
            </w:r>
            <w:r w:rsidR="6E10AF87" w:rsidRPr="00DB00E7">
              <w:rPr>
                <w:rFonts w:cs="Miriam"/>
                <w:sz w:val="21"/>
                <w:szCs w:val="21"/>
              </w:rPr>
              <w:t>County of Riverside</w:t>
            </w:r>
            <w:r w:rsidR="00527CEE" w:rsidRPr="00DB00E7">
              <w:rPr>
                <w:rFonts w:cs="Miriam"/>
                <w:sz w:val="21"/>
                <w:szCs w:val="21"/>
              </w:rPr>
              <w:t xml:space="preserve"> – </w:t>
            </w:r>
            <w:r w:rsidR="005F1236" w:rsidRPr="00DB00E7">
              <w:rPr>
                <w:rFonts w:cs="Miriam"/>
                <w:sz w:val="21"/>
                <w:szCs w:val="21"/>
              </w:rPr>
              <w:t>Assessor-</w:t>
            </w:r>
            <w:r w:rsidR="00527CEE" w:rsidRPr="00DB00E7">
              <w:rPr>
                <w:rFonts w:cs="Miriam"/>
                <w:sz w:val="21"/>
                <w:szCs w:val="21"/>
              </w:rPr>
              <w:t xml:space="preserve">COUNTY </w:t>
            </w:r>
            <w:r w:rsidR="005F1236" w:rsidRPr="00DB00E7">
              <w:rPr>
                <w:rFonts w:cs="Miriam"/>
                <w:sz w:val="21"/>
                <w:szCs w:val="21"/>
              </w:rPr>
              <w:t>Clerk-Recorder</w:t>
            </w:r>
          </w:p>
        </w:tc>
        <w:tc>
          <w:tcPr>
            <w:tcW w:w="2700" w:type="dxa"/>
          </w:tcPr>
          <w:p w14:paraId="447044EA" w14:textId="620A244D" w:rsidR="00980826" w:rsidRPr="00DB00E7" w:rsidRDefault="00275E59" w:rsidP="3A24E88B">
            <w:pPr>
              <w:pStyle w:val="DateRange"/>
              <w:rPr>
                <w:rFonts w:cs="Miriam"/>
                <w:sz w:val="21"/>
                <w:szCs w:val="21"/>
              </w:rPr>
            </w:pPr>
            <w:r w:rsidRPr="00DB00E7">
              <w:rPr>
                <w:rFonts w:cs="Miriam"/>
                <w:sz w:val="21"/>
                <w:szCs w:val="21"/>
              </w:rPr>
              <w:t>200</w:t>
            </w:r>
            <w:r w:rsidR="000D0E1A">
              <w:rPr>
                <w:rFonts w:cs="Miriam"/>
                <w:sz w:val="21"/>
                <w:szCs w:val="21"/>
              </w:rPr>
              <w:t>0</w:t>
            </w:r>
            <w:r w:rsidRPr="00DB00E7">
              <w:rPr>
                <w:rFonts w:cs="Miriam"/>
                <w:sz w:val="21"/>
                <w:szCs w:val="21"/>
              </w:rPr>
              <w:t xml:space="preserve"> to </w:t>
            </w:r>
            <w:r w:rsidR="3A24E88B" w:rsidRPr="00DB00E7">
              <w:rPr>
                <w:rFonts w:cs="Miriam"/>
                <w:sz w:val="21"/>
                <w:szCs w:val="21"/>
              </w:rPr>
              <w:t>2010</w:t>
            </w:r>
          </w:p>
        </w:tc>
      </w:tr>
    </w:tbl>
    <w:p w14:paraId="74D2A3AC" w14:textId="2CFD11FD" w:rsidR="00980826" w:rsidRPr="00DB00E7" w:rsidRDefault="00DA0908">
      <w:pPr>
        <w:pStyle w:val="JobTitle"/>
        <w:rPr>
          <w:rFonts w:cs="Miriam"/>
          <w:bCs/>
          <w:sz w:val="21"/>
          <w:szCs w:val="21"/>
        </w:rPr>
      </w:pPr>
      <w:r w:rsidRPr="00DB00E7">
        <w:rPr>
          <w:rFonts w:cs="Miriam"/>
          <w:sz w:val="21"/>
          <w:szCs w:val="21"/>
        </w:rPr>
        <w:t>Supervising Legal Document Classifier</w:t>
      </w:r>
      <w:r w:rsidR="005F1236" w:rsidRPr="00DB00E7">
        <w:rPr>
          <w:rFonts w:cs="Miriam"/>
          <w:sz w:val="21"/>
          <w:szCs w:val="21"/>
        </w:rPr>
        <w:t>/</w:t>
      </w:r>
      <w:r w:rsidR="00527CEE" w:rsidRPr="00DB00E7">
        <w:rPr>
          <w:rFonts w:cs="Miriam"/>
          <w:sz w:val="21"/>
          <w:szCs w:val="21"/>
        </w:rPr>
        <w:t xml:space="preserve">Supervising ACR </w:t>
      </w:r>
      <w:r w:rsidR="005F1236" w:rsidRPr="00DB00E7">
        <w:rPr>
          <w:rFonts w:cs="Miriam"/>
          <w:sz w:val="21"/>
          <w:szCs w:val="21"/>
        </w:rPr>
        <w:t>Technician</w:t>
      </w:r>
    </w:p>
    <w:p w14:paraId="4FDDE542" w14:textId="77777777" w:rsidR="00980826" w:rsidRPr="00DB00E7" w:rsidRDefault="00117C04">
      <w:pPr>
        <w:pStyle w:val="KeyResults"/>
        <w:rPr>
          <w:rFonts w:cs="Miriam"/>
          <w:sz w:val="21"/>
          <w:szCs w:val="21"/>
        </w:rPr>
      </w:pPr>
      <w:r w:rsidRPr="00DB00E7">
        <w:rPr>
          <w:rFonts w:cs="Miriam"/>
          <w:sz w:val="21"/>
          <w:szCs w:val="21"/>
        </w:rPr>
        <w:t xml:space="preserve">Key </w:t>
      </w:r>
      <w:r w:rsidR="005F1236" w:rsidRPr="00DB00E7">
        <w:rPr>
          <w:rFonts w:cs="Miriam"/>
          <w:sz w:val="21"/>
          <w:szCs w:val="21"/>
        </w:rPr>
        <w:t>Duties</w:t>
      </w:r>
      <w:r w:rsidRPr="00DB00E7">
        <w:rPr>
          <w:rFonts w:cs="Miriam"/>
          <w:sz w:val="21"/>
          <w:szCs w:val="21"/>
        </w:rPr>
        <w:t>:</w:t>
      </w:r>
    </w:p>
    <w:p w14:paraId="169FFA74" w14:textId="65A1E7CC" w:rsidR="0036462D" w:rsidRPr="00D83D8A" w:rsidRDefault="005F1236" w:rsidP="00962453">
      <w:pPr>
        <w:pStyle w:val="ResumeBulletPoints"/>
      </w:pPr>
      <w:r w:rsidRPr="0066196D">
        <w:rPr>
          <w:sz w:val="22"/>
          <w:szCs w:val="22"/>
        </w:rPr>
        <w:t>Act</w:t>
      </w:r>
      <w:r w:rsidR="00A61B8E" w:rsidRPr="0066196D">
        <w:rPr>
          <w:sz w:val="22"/>
          <w:szCs w:val="22"/>
        </w:rPr>
        <w:t>ed</w:t>
      </w:r>
      <w:r w:rsidRPr="0066196D">
        <w:rPr>
          <w:sz w:val="22"/>
          <w:szCs w:val="22"/>
        </w:rPr>
        <w:t xml:space="preserve"> in a supervisory capacity over 25 </w:t>
      </w:r>
      <w:r w:rsidR="00231BC9" w:rsidRPr="0066196D">
        <w:rPr>
          <w:sz w:val="22"/>
          <w:szCs w:val="22"/>
        </w:rPr>
        <w:t>employees in a production and customer service environment</w:t>
      </w:r>
      <w:r w:rsidR="006F3C5E" w:rsidRPr="0066196D">
        <w:rPr>
          <w:sz w:val="22"/>
          <w:szCs w:val="22"/>
        </w:rPr>
        <w:t>; e</w:t>
      </w:r>
      <w:r w:rsidRPr="0066196D">
        <w:rPr>
          <w:sz w:val="22"/>
          <w:szCs w:val="22"/>
        </w:rPr>
        <w:t>valuate</w:t>
      </w:r>
      <w:r w:rsidR="00A61B8E" w:rsidRPr="0066196D">
        <w:rPr>
          <w:sz w:val="22"/>
          <w:szCs w:val="22"/>
        </w:rPr>
        <w:t>d</w:t>
      </w:r>
      <w:r w:rsidRPr="0066196D">
        <w:rPr>
          <w:sz w:val="22"/>
          <w:szCs w:val="22"/>
        </w:rPr>
        <w:t xml:space="preserve"> personnel and research</w:t>
      </w:r>
      <w:r w:rsidR="00A61B8E" w:rsidRPr="0066196D">
        <w:rPr>
          <w:sz w:val="22"/>
          <w:szCs w:val="22"/>
        </w:rPr>
        <w:t>ed</w:t>
      </w:r>
      <w:r w:rsidRPr="0066196D">
        <w:rPr>
          <w:sz w:val="22"/>
          <w:szCs w:val="22"/>
        </w:rPr>
        <w:t xml:space="preserve"> and resolve</w:t>
      </w:r>
      <w:r w:rsidR="00A61B8E" w:rsidRPr="0066196D">
        <w:rPr>
          <w:sz w:val="22"/>
          <w:szCs w:val="22"/>
        </w:rPr>
        <w:t>d</w:t>
      </w:r>
      <w:r w:rsidRPr="0066196D">
        <w:rPr>
          <w:sz w:val="22"/>
          <w:szCs w:val="22"/>
        </w:rPr>
        <w:t xml:space="preserve"> problems pertaining to acceptability </w:t>
      </w:r>
      <w:r w:rsidR="006F3C5E" w:rsidRPr="0066196D">
        <w:rPr>
          <w:sz w:val="22"/>
          <w:szCs w:val="22"/>
        </w:rPr>
        <w:t xml:space="preserve">of complex or unusual documents; </w:t>
      </w:r>
      <w:r w:rsidR="00231BC9" w:rsidRPr="0066196D">
        <w:rPr>
          <w:sz w:val="22"/>
          <w:szCs w:val="22"/>
        </w:rPr>
        <w:t>coordinate</w:t>
      </w:r>
      <w:r w:rsidR="00A61B8E" w:rsidRPr="0066196D">
        <w:rPr>
          <w:sz w:val="22"/>
          <w:szCs w:val="22"/>
        </w:rPr>
        <w:t>d</w:t>
      </w:r>
      <w:r w:rsidR="00231BC9" w:rsidRPr="0066196D">
        <w:rPr>
          <w:sz w:val="22"/>
          <w:szCs w:val="22"/>
        </w:rPr>
        <w:t xml:space="preserve"> daily workflow; enter</w:t>
      </w:r>
      <w:r w:rsidR="00A61B8E" w:rsidRPr="0066196D">
        <w:rPr>
          <w:sz w:val="22"/>
          <w:szCs w:val="22"/>
        </w:rPr>
        <w:t>ed</w:t>
      </w:r>
      <w:r w:rsidR="00231BC9" w:rsidRPr="0066196D">
        <w:rPr>
          <w:sz w:val="22"/>
          <w:szCs w:val="22"/>
        </w:rPr>
        <w:t xml:space="preserve"> </w:t>
      </w:r>
      <w:r w:rsidRPr="0066196D">
        <w:rPr>
          <w:sz w:val="22"/>
          <w:szCs w:val="22"/>
        </w:rPr>
        <w:t xml:space="preserve">legal document classifying information into a computerized data entry and imagining system from all documents received by the County Recorder </w:t>
      </w:r>
      <w:r w:rsidR="00A61B8E" w:rsidRPr="0066196D">
        <w:rPr>
          <w:sz w:val="22"/>
          <w:szCs w:val="22"/>
        </w:rPr>
        <w:t>that were</w:t>
      </w:r>
      <w:r w:rsidRPr="0066196D">
        <w:rPr>
          <w:sz w:val="22"/>
          <w:szCs w:val="22"/>
        </w:rPr>
        <w:t xml:space="preserve"> eligible for recording; train</w:t>
      </w:r>
      <w:r w:rsidR="00A61B8E" w:rsidRPr="0066196D">
        <w:rPr>
          <w:sz w:val="22"/>
          <w:szCs w:val="22"/>
        </w:rPr>
        <w:t>ed</w:t>
      </w:r>
      <w:r w:rsidRPr="0066196D">
        <w:rPr>
          <w:sz w:val="22"/>
          <w:szCs w:val="22"/>
        </w:rPr>
        <w:t xml:space="preserve"> and</w:t>
      </w:r>
      <w:r w:rsidR="00231BC9" w:rsidRPr="0066196D">
        <w:rPr>
          <w:sz w:val="22"/>
          <w:szCs w:val="22"/>
        </w:rPr>
        <w:t xml:space="preserve"> review</w:t>
      </w:r>
      <w:r w:rsidR="00A61B8E" w:rsidRPr="0066196D">
        <w:rPr>
          <w:sz w:val="22"/>
          <w:szCs w:val="22"/>
        </w:rPr>
        <w:t>ed</w:t>
      </w:r>
      <w:r w:rsidR="00231BC9" w:rsidRPr="0066196D">
        <w:rPr>
          <w:sz w:val="22"/>
          <w:szCs w:val="22"/>
        </w:rPr>
        <w:t xml:space="preserve"> new hires; compile</w:t>
      </w:r>
      <w:r w:rsidR="00A61B8E" w:rsidRPr="0066196D">
        <w:rPr>
          <w:sz w:val="22"/>
          <w:szCs w:val="22"/>
        </w:rPr>
        <w:t>d</w:t>
      </w:r>
      <w:r w:rsidR="00231BC9" w:rsidRPr="0066196D">
        <w:rPr>
          <w:sz w:val="22"/>
          <w:szCs w:val="22"/>
        </w:rPr>
        <w:t xml:space="preserve"> </w:t>
      </w:r>
      <w:r w:rsidRPr="0066196D">
        <w:rPr>
          <w:sz w:val="22"/>
          <w:szCs w:val="22"/>
        </w:rPr>
        <w:t xml:space="preserve">statistical </w:t>
      </w:r>
      <w:r w:rsidR="006F3C5E" w:rsidRPr="0066196D">
        <w:rPr>
          <w:sz w:val="22"/>
          <w:szCs w:val="22"/>
        </w:rPr>
        <w:t>performance and section reports;</w:t>
      </w:r>
      <w:r w:rsidRPr="0066196D">
        <w:rPr>
          <w:sz w:val="22"/>
          <w:szCs w:val="22"/>
        </w:rPr>
        <w:t xml:space="preserve"> </w:t>
      </w:r>
      <w:r w:rsidR="00231BC9" w:rsidRPr="0066196D">
        <w:rPr>
          <w:sz w:val="22"/>
          <w:szCs w:val="22"/>
        </w:rPr>
        <w:t>facilitate and participate</w:t>
      </w:r>
      <w:r w:rsidR="00A61B8E" w:rsidRPr="0066196D">
        <w:rPr>
          <w:sz w:val="22"/>
          <w:szCs w:val="22"/>
        </w:rPr>
        <w:t>d</w:t>
      </w:r>
      <w:r w:rsidR="00231BC9" w:rsidRPr="0066196D">
        <w:rPr>
          <w:sz w:val="22"/>
          <w:szCs w:val="22"/>
        </w:rPr>
        <w:t xml:space="preserve"> in </w:t>
      </w:r>
      <w:r w:rsidR="006F3C5E" w:rsidRPr="0066196D">
        <w:rPr>
          <w:sz w:val="22"/>
          <w:szCs w:val="22"/>
        </w:rPr>
        <w:t>departmental  meetings;</w:t>
      </w:r>
      <w:r w:rsidRPr="0066196D">
        <w:rPr>
          <w:sz w:val="22"/>
          <w:szCs w:val="22"/>
        </w:rPr>
        <w:t xml:space="preserve"> interface</w:t>
      </w:r>
      <w:r w:rsidR="00A61B8E" w:rsidRPr="0066196D">
        <w:rPr>
          <w:sz w:val="22"/>
          <w:szCs w:val="22"/>
        </w:rPr>
        <w:t>d</w:t>
      </w:r>
      <w:r w:rsidRPr="0066196D">
        <w:rPr>
          <w:sz w:val="22"/>
          <w:szCs w:val="22"/>
        </w:rPr>
        <w:t xml:space="preserve"> with </w:t>
      </w:r>
      <w:r w:rsidR="00231BC9" w:rsidRPr="0066196D">
        <w:rPr>
          <w:sz w:val="22"/>
          <w:szCs w:val="22"/>
        </w:rPr>
        <w:t>customers and V</w:t>
      </w:r>
      <w:r w:rsidRPr="0066196D">
        <w:rPr>
          <w:sz w:val="22"/>
          <w:szCs w:val="22"/>
        </w:rPr>
        <w:t xml:space="preserve">endors </w:t>
      </w:r>
      <w:r w:rsidR="00B94371" w:rsidRPr="0066196D">
        <w:rPr>
          <w:sz w:val="22"/>
          <w:szCs w:val="22"/>
        </w:rPr>
        <w:t>when needed; t</w:t>
      </w:r>
      <w:r w:rsidRPr="0066196D">
        <w:rPr>
          <w:sz w:val="22"/>
          <w:szCs w:val="22"/>
        </w:rPr>
        <w:t>est</w:t>
      </w:r>
      <w:r w:rsidR="00A61B8E" w:rsidRPr="0066196D">
        <w:rPr>
          <w:sz w:val="22"/>
          <w:szCs w:val="22"/>
        </w:rPr>
        <w:t>ed</w:t>
      </w:r>
      <w:r w:rsidRPr="0066196D">
        <w:rPr>
          <w:sz w:val="22"/>
          <w:szCs w:val="22"/>
        </w:rPr>
        <w:t>, evaluate</w:t>
      </w:r>
      <w:r w:rsidR="00A61B8E" w:rsidRPr="0066196D">
        <w:rPr>
          <w:sz w:val="22"/>
          <w:szCs w:val="22"/>
        </w:rPr>
        <w:t>d</w:t>
      </w:r>
      <w:r w:rsidRPr="0066196D">
        <w:rPr>
          <w:sz w:val="22"/>
          <w:szCs w:val="22"/>
        </w:rPr>
        <w:t xml:space="preserve"> and set up new</w:t>
      </w:r>
      <w:r w:rsidR="00B94371" w:rsidRPr="0066196D">
        <w:rPr>
          <w:sz w:val="22"/>
          <w:szCs w:val="22"/>
        </w:rPr>
        <w:t xml:space="preserve"> software applications; r</w:t>
      </w:r>
      <w:r w:rsidRPr="0066196D">
        <w:rPr>
          <w:sz w:val="22"/>
          <w:szCs w:val="22"/>
        </w:rPr>
        <w:t>esolve</w:t>
      </w:r>
      <w:r w:rsidR="00A61B8E" w:rsidRPr="0066196D">
        <w:rPr>
          <w:sz w:val="22"/>
          <w:szCs w:val="22"/>
        </w:rPr>
        <w:t>d</w:t>
      </w:r>
      <w:r w:rsidRPr="0066196D">
        <w:rPr>
          <w:sz w:val="22"/>
          <w:szCs w:val="22"/>
        </w:rPr>
        <w:t xml:space="preserve"> technical issues that </w:t>
      </w:r>
      <w:r w:rsidR="00A61B8E" w:rsidRPr="0066196D">
        <w:rPr>
          <w:sz w:val="22"/>
          <w:szCs w:val="22"/>
        </w:rPr>
        <w:t>occurred</w:t>
      </w:r>
      <w:r w:rsidR="00B94371" w:rsidRPr="0066196D">
        <w:rPr>
          <w:sz w:val="22"/>
          <w:szCs w:val="22"/>
        </w:rPr>
        <w:t xml:space="preserve">; </w:t>
      </w:r>
      <w:r w:rsidR="000E09BA" w:rsidRPr="0066196D">
        <w:rPr>
          <w:sz w:val="22"/>
          <w:szCs w:val="22"/>
        </w:rPr>
        <w:t>complete</w:t>
      </w:r>
      <w:r w:rsidR="00A61B8E" w:rsidRPr="0066196D">
        <w:rPr>
          <w:sz w:val="22"/>
          <w:szCs w:val="22"/>
        </w:rPr>
        <w:t>d</w:t>
      </w:r>
      <w:r w:rsidR="000E09BA" w:rsidRPr="0066196D">
        <w:rPr>
          <w:sz w:val="22"/>
          <w:szCs w:val="22"/>
        </w:rPr>
        <w:t xml:space="preserve"> </w:t>
      </w:r>
      <w:r w:rsidRPr="0066196D">
        <w:rPr>
          <w:sz w:val="22"/>
          <w:szCs w:val="22"/>
        </w:rPr>
        <w:t>assigned projects from</w:t>
      </w:r>
      <w:r w:rsidR="00B94371" w:rsidRPr="0066196D">
        <w:rPr>
          <w:sz w:val="22"/>
          <w:szCs w:val="22"/>
        </w:rPr>
        <w:t xml:space="preserve"> supervisor and/or management; p</w:t>
      </w:r>
      <w:r w:rsidRPr="0066196D">
        <w:rPr>
          <w:sz w:val="22"/>
          <w:szCs w:val="22"/>
        </w:rPr>
        <w:t>rocess</w:t>
      </w:r>
      <w:r w:rsidR="00A61B8E" w:rsidRPr="0066196D">
        <w:rPr>
          <w:sz w:val="22"/>
          <w:szCs w:val="22"/>
        </w:rPr>
        <w:t>ed</w:t>
      </w:r>
      <w:r w:rsidRPr="0066196D">
        <w:rPr>
          <w:sz w:val="22"/>
          <w:szCs w:val="22"/>
        </w:rPr>
        <w:t xml:space="preserve"> timecards and time reports for subordinate st</w:t>
      </w:r>
      <w:r w:rsidR="005162AD" w:rsidRPr="0066196D">
        <w:rPr>
          <w:sz w:val="22"/>
          <w:szCs w:val="22"/>
        </w:rPr>
        <w:t>aff</w:t>
      </w:r>
      <w:r w:rsidR="00465279" w:rsidRPr="0066196D">
        <w:rPr>
          <w:sz w:val="22"/>
          <w:szCs w:val="22"/>
        </w:rPr>
        <w:t>.</w:t>
      </w:r>
      <w:r w:rsidR="00962453" w:rsidRPr="0066196D">
        <w:rPr>
          <w:sz w:val="22"/>
          <w:szCs w:val="22"/>
        </w:rPr>
        <w:t xml:space="preserve"> Performed a full range of legal document classifying assignments essential to determine the recordability of legal source documents and a wide variety of vital records; entered (abstracted and coded) information into a data entry imagining system from the legal documents; identified and classified documents for conformance to proper legal form as to State and County laws applicable to ownership and encumbrances on real and personal property; searched for the presence of legally required information and signatures; interpreted documents for legal acceptability of Riverside County; examined documents for proper signatures, notarization and acknowledgments and for satisfaction of time limits for recordation as prescribed by law; read and scanned vital statistics, maps, real property transfers, judgments and other recordable documents for classification data; abstracted statistical information (names, grantor/grantee, contractor, document type, document number, date filed, fees); verified previously entered classification information for accuracy and completeness; assisted Supervision with training new personnel and completed special more detailed assignments; worked extensively with the CRRIS Imaging System</w:t>
      </w:r>
      <w:r w:rsidR="00962453" w:rsidRPr="00962453">
        <w:rPr>
          <w:rFonts w:cs="Miriam"/>
          <w:sz w:val="21"/>
          <w:szCs w:val="21"/>
        </w:rPr>
        <w:t>.</w:t>
      </w:r>
    </w:p>
    <w:tbl>
      <w:tblPr>
        <w:tblW w:w="10278" w:type="dxa"/>
        <w:tblLook w:val="00A0" w:firstRow="1" w:lastRow="0" w:firstColumn="1" w:lastColumn="0" w:noHBand="0" w:noVBand="0"/>
      </w:tblPr>
      <w:tblGrid>
        <w:gridCol w:w="7668"/>
        <w:gridCol w:w="2610"/>
      </w:tblGrid>
      <w:tr w:rsidR="00CD0AFE" w:rsidRPr="00CF33C9" w14:paraId="5C2FDD06" w14:textId="77777777" w:rsidTr="00DB00E7">
        <w:tc>
          <w:tcPr>
            <w:tcW w:w="7668" w:type="dxa"/>
          </w:tcPr>
          <w:p w14:paraId="1257F076" w14:textId="77777777" w:rsidR="00CD0AFE" w:rsidRPr="00CF33C9" w:rsidRDefault="1C1B0BCB" w:rsidP="1C1B0BCB">
            <w:pPr>
              <w:pStyle w:val="BusinessNameAllCaps"/>
              <w:rPr>
                <w:sz w:val="21"/>
                <w:szCs w:val="21"/>
              </w:rPr>
            </w:pPr>
            <w:r w:rsidRPr="00CF33C9">
              <w:rPr>
                <w:sz w:val="21"/>
                <w:szCs w:val="21"/>
              </w:rPr>
              <w:t>Swan,</w:t>
            </w:r>
            <w:r w:rsidR="00F71D19" w:rsidRPr="00CF33C9">
              <w:rPr>
                <w:sz w:val="21"/>
                <w:szCs w:val="21"/>
              </w:rPr>
              <w:t xml:space="preserve"> </w:t>
            </w:r>
            <w:r w:rsidRPr="00CF33C9">
              <w:rPr>
                <w:sz w:val="21"/>
                <w:szCs w:val="21"/>
              </w:rPr>
              <w:t>Carpenter, Wallis &amp; Mc Kenzie</w:t>
            </w:r>
          </w:p>
        </w:tc>
        <w:tc>
          <w:tcPr>
            <w:tcW w:w="2610" w:type="dxa"/>
          </w:tcPr>
          <w:p w14:paraId="52B09ACF" w14:textId="77777777" w:rsidR="00CD0AFE" w:rsidRPr="00CF33C9" w:rsidRDefault="00275E59" w:rsidP="00CD0AFE">
            <w:pPr>
              <w:pStyle w:val="DateRange"/>
              <w:rPr>
                <w:rFonts w:cs="Tahoma"/>
                <w:sz w:val="21"/>
                <w:szCs w:val="21"/>
              </w:rPr>
            </w:pPr>
            <w:r w:rsidRPr="00CF33C9">
              <w:rPr>
                <w:rFonts w:cs="Tahoma"/>
                <w:sz w:val="21"/>
                <w:szCs w:val="21"/>
              </w:rPr>
              <w:t xml:space="preserve">1999 to </w:t>
            </w:r>
            <w:r w:rsidR="00CD0AFE" w:rsidRPr="00CF33C9">
              <w:rPr>
                <w:rFonts w:cs="Tahoma"/>
                <w:sz w:val="21"/>
                <w:szCs w:val="21"/>
              </w:rPr>
              <w:t>2000</w:t>
            </w:r>
          </w:p>
        </w:tc>
      </w:tr>
    </w:tbl>
    <w:p w14:paraId="333F299D" w14:textId="77777777" w:rsidR="00CD0AFE" w:rsidRPr="00CF33C9" w:rsidRDefault="00CD0AFE" w:rsidP="00CD0AFE">
      <w:pPr>
        <w:pStyle w:val="JobTitle"/>
        <w:rPr>
          <w:bCs/>
          <w:sz w:val="21"/>
          <w:szCs w:val="21"/>
        </w:rPr>
      </w:pPr>
      <w:r w:rsidRPr="00CF33C9">
        <w:rPr>
          <w:sz w:val="21"/>
          <w:szCs w:val="21"/>
        </w:rPr>
        <w:t>Legal Assistant</w:t>
      </w:r>
    </w:p>
    <w:p w14:paraId="192C3E3C" w14:textId="77777777" w:rsidR="00CD0AFE" w:rsidRPr="00CF33C9" w:rsidRDefault="00CD0AFE" w:rsidP="00CD0AFE">
      <w:pPr>
        <w:pStyle w:val="KeyResults"/>
        <w:rPr>
          <w:sz w:val="21"/>
          <w:szCs w:val="21"/>
        </w:rPr>
      </w:pPr>
      <w:r w:rsidRPr="00CF33C9">
        <w:rPr>
          <w:sz w:val="21"/>
          <w:szCs w:val="21"/>
        </w:rPr>
        <w:t>Key Duties:</w:t>
      </w:r>
    </w:p>
    <w:p w14:paraId="515C413D" w14:textId="77777777" w:rsidR="00CD0AFE" w:rsidRDefault="00CD0AFE" w:rsidP="00CD0AFE">
      <w:pPr>
        <w:pStyle w:val="ResumeBulletPoints"/>
        <w:rPr>
          <w:sz w:val="21"/>
          <w:szCs w:val="21"/>
        </w:rPr>
      </w:pPr>
      <w:r w:rsidRPr="00CF33C9">
        <w:rPr>
          <w:sz w:val="21"/>
          <w:szCs w:val="21"/>
        </w:rPr>
        <w:t>Prepa</w:t>
      </w:r>
      <w:r w:rsidR="00E0143E" w:rsidRPr="00CF33C9">
        <w:rPr>
          <w:sz w:val="21"/>
          <w:szCs w:val="21"/>
        </w:rPr>
        <w:t xml:space="preserve">red probate, conservatorship, </w:t>
      </w:r>
      <w:r w:rsidRPr="00CF33C9">
        <w:rPr>
          <w:sz w:val="21"/>
          <w:szCs w:val="21"/>
        </w:rPr>
        <w:t>various civil litigation and es</w:t>
      </w:r>
      <w:r w:rsidR="00E0143E" w:rsidRPr="00CF33C9">
        <w:rPr>
          <w:sz w:val="21"/>
          <w:szCs w:val="21"/>
        </w:rPr>
        <w:t>tate planning documents;</w:t>
      </w:r>
      <w:r w:rsidRPr="00CF33C9">
        <w:rPr>
          <w:sz w:val="21"/>
          <w:szCs w:val="21"/>
        </w:rPr>
        <w:t xml:space="preserve"> utilized a wide range of legal document computer software; answered and directed </w:t>
      </w:r>
      <w:r w:rsidR="00E0143E" w:rsidRPr="00CF33C9">
        <w:rPr>
          <w:sz w:val="21"/>
          <w:szCs w:val="21"/>
        </w:rPr>
        <w:t>telephone calls on a multi-</w:t>
      </w:r>
      <w:r w:rsidRPr="00CF33C9">
        <w:rPr>
          <w:sz w:val="21"/>
          <w:szCs w:val="21"/>
        </w:rPr>
        <w:t>phone line system; scheduled appointments; processed all incoming/outgoing legal documents and general office mail;</w:t>
      </w:r>
      <w:r w:rsidR="00DD483B" w:rsidRPr="00CF33C9">
        <w:rPr>
          <w:sz w:val="21"/>
          <w:szCs w:val="21"/>
        </w:rPr>
        <w:t xml:space="preserve"> notarized and witnessed document signatures,</w:t>
      </w:r>
      <w:r w:rsidRPr="00CF33C9">
        <w:rPr>
          <w:sz w:val="21"/>
          <w:szCs w:val="21"/>
        </w:rPr>
        <w:t xml:space="preserve"> </w:t>
      </w:r>
      <w:r w:rsidR="00E0143E" w:rsidRPr="00CF33C9">
        <w:rPr>
          <w:sz w:val="21"/>
          <w:szCs w:val="21"/>
        </w:rPr>
        <w:t>coordinated and prepared</w:t>
      </w:r>
      <w:r w:rsidRPr="00CF33C9">
        <w:rPr>
          <w:sz w:val="21"/>
          <w:szCs w:val="21"/>
        </w:rPr>
        <w:t xml:space="preserve"> correspondence between attorneys, clients, outside agencies and the public; ordered </w:t>
      </w:r>
      <w:r w:rsidR="00E0143E" w:rsidRPr="00CF33C9">
        <w:rPr>
          <w:sz w:val="21"/>
          <w:szCs w:val="21"/>
        </w:rPr>
        <w:t>supplies, completed necessary research for upcoming cases and  performed general clerical responsibilities</w:t>
      </w:r>
      <w:r w:rsidRPr="00CF33C9">
        <w:rPr>
          <w:sz w:val="21"/>
          <w:szCs w:val="21"/>
        </w:rPr>
        <w:t>.</w:t>
      </w:r>
    </w:p>
    <w:tbl>
      <w:tblPr>
        <w:tblStyle w:val="PlainTable4"/>
        <w:tblpPr w:leftFromText="187" w:rightFromText="187" w:vertAnchor="text" w:horzAnchor="margin" w:tblpY="1"/>
        <w:tblW w:w="0" w:type="auto"/>
        <w:tblLayout w:type="fixed"/>
        <w:tblLook w:val="0600" w:firstRow="0" w:lastRow="0" w:firstColumn="0" w:lastColumn="0" w:noHBand="1" w:noVBand="1"/>
      </w:tblPr>
      <w:tblGrid>
        <w:gridCol w:w="4698"/>
        <w:gridCol w:w="3226"/>
        <w:gridCol w:w="3039"/>
      </w:tblGrid>
      <w:tr w:rsidR="00BC179C" w:rsidRPr="00CF33C9" w14:paraId="12D183C7" w14:textId="77777777" w:rsidTr="00FD161A">
        <w:trPr>
          <w:trHeight w:val="3600"/>
        </w:trPr>
        <w:tc>
          <w:tcPr>
            <w:tcW w:w="4698" w:type="dxa"/>
          </w:tcPr>
          <w:p w14:paraId="5B3F98E6" w14:textId="23D436B8" w:rsidR="00BC179C" w:rsidRDefault="00BC179C" w:rsidP="00FD161A">
            <w:pPr>
              <w:pStyle w:val="ResumeBulletPoints"/>
              <w:widowControl w:val="0"/>
              <w:numPr>
                <w:ilvl w:val="0"/>
                <w:numId w:val="0"/>
              </w:numPr>
              <w:jc w:val="left"/>
              <w:rPr>
                <w:b/>
                <w:u w:val="single"/>
              </w:rPr>
            </w:pPr>
            <w:r w:rsidRPr="00CF33C9">
              <w:rPr>
                <w:b/>
                <w:u w:val="single"/>
              </w:rPr>
              <w:t>EDUCATION:</w:t>
            </w:r>
          </w:p>
          <w:p w14:paraId="0EA8A0C7" w14:textId="77777777" w:rsidR="00BD51D8" w:rsidRPr="00CF33C9" w:rsidRDefault="00BD51D8" w:rsidP="00FD161A">
            <w:pPr>
              <w:pStyle w:val="ResumeBulletPoints"/>
              <w:widowControl w:val="0"/>
              <w:numPr>
                <w:ilvl w:val="0"/>
                <w:numId w:val="0"/>
              </w:numPr>
              <w:spacing w:before="240" w:after="0"/>
              <w:jc w:val="left"/>
              <w:rPr>
                <w:b/>
              </w:rPr>
            </w:pPr>
            <w:r w:rsidRPr="00CF33C9">
              <w:rPr>
                <w:b/>
              </w:rPr>
              <w:t>RIVERSIDE COMMUNITY COLLEGE, CA</w:t>
            </w:r>
          </w:p>
          <w:p w14:paraId="762CADC8" w14:textId="51AF4405" w:rsidR="00BD51D8" w:rsidRDefault="00BD51D8" w:rsidP="00FD161A">
            <w:pPr>
              <w:pStyle w:val="CollegeDegree"/>
              <w:widowControl w:val="0"/>
              <w:spacing w:after="0"/>
              <w:jc w:val="left"/>
              <w:rPr>
                <w:i/>
                <w:color w:val="4A442A"/>
              </w:rPr>
            </w:pPr>
            <w:r>
              <w:rPr>
                <w:i/>
                <w:color w:val="4A442A"/>
              </w:rPr>
              <w:t xml:space="preserve">Associate’s </w:t>
            </w:r>
            <w:r w:rsidRPr="00CF33C9">
              <w:rPr>
                <w:i/>
                <w:color w:val="4A442A"/>
              </w:rPr>
              <w:t>Degree</w:t>
            </w:r>
            <w:r>
              <w:rPr>
                <w:i/>
                <w:color w:val="4A442A"/>
              </w:rPr>
              <w:t xml:space="preserve"> - Pending</w:t>
            </w:r>
            <w:r w:rsidRPr="00CF33C9">
              <w:rPr>
                <w:i/>
                <w:color w:val="4A442A"/>
              </w:rPr>
              <w:t xml:space="preserve">  </w:t>
            </w:r>
          </w:p>
          <w:p w14:paraId="2B13DA67" w14:textId="77777777" w:rsidR="00BD51D8" w:rsidRDefault="00BD51D8" w:rsidP="00FD161A">
            <w:pPr>
              <w:pStyle w:val="CollegeDegree"/>
              <w:widowControl w:val="0"/>
              <w:spacing w:after="0"/>
              <w:jc w:val="left"/>
              <w:rPr>
                <w:i/>
                <w:color w:val="4A442A"/>
              </w:rPr>
            </w:pPr>
            <w:r w:rsidRPr="00CF33C9">
              <w:rPr>
                <w:i/>
                <w:color w:val="4A442A"/>
              </w:rPr>
              <w:t>Business Administration</w:t>
            </w:r>
          </w:p>
          <w:p w14:paraId="1F43FF5F" w14:textId="3AA55E96" w:rsidR="00BD51D8" w:rsidRDefault="00BD51D8" w:rsidP="00FD161A">
            <w:pPr>
              <w:pStyle w:val="CollegeDegree"/>
              <w:widowControl w:val="0"/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December</w:t>
            </w:r>
            <w:r w:rsidRPr="00CF33C9">
              <w:rPr>
                <w:b w:val="0"/>
              </w:rPr>
              <w:t xml:space="preserve"> 201</w:t>
            </w:r>
            <w:r>
              <w:rPr>
                <w:b w:val="0"/>
              </w:rPr>
              <w:t>8</w:t>
            </w:r>
          </w:p>
          <w:p w14:paraId="055E5F94" w14:textId="77777777" w:rsidR="00BD51D8" w:rsidRPr="00BD51D8" w:rsidRDefault="00BD51D8" w:rsidP="00FD161A">
            <w:pPr>
              <w:pStyle w:val="CollegeDegree"/>
              <w:widowControl w:val="0"/>
              <w:spacing w:after="0"/>
              <w:jc w:val="left"/>
              <w:rPr>
                <w:b w:val="0"/>
              </w:rPr>
            </w:pPr>
          </w:p>
          <w:p w14:paraId="31D9A44B" w14:textId="77777777" w:rsidR="00BC179C" w:rsidRPr="00CF33C9" w:rsidRDefault="00BC179C" w:rsidP="00FD161A">
            <w:pPr>
              <w:pStyle w:val="ResumeBulletPoints"/>
              <w:widowControl w:val="0"/>
              <w:numPr>
                <w:ilvl w:val="0"/>
                <w:numId w:val="0"/>
              </w:numPr>
              <w:spacing w:after="0"/>
              <w:jc w:val="left"/>
              <w:rPr>
                <w:b/>
              </w:rPr>
            </w:pPr>
            <w:r w:rsidRPr="00CF33C9">
              <w:rPr>
                <w:b/>
              </w:rPr>
              <w:t>JEFFERSON TRANSITIONAL PROGRAMS, CA</w:t>
            </w:r>
          </w:p>
          <w:p w14:paraId="0580AAF0" w14:textId="77777777" w:rsidR="00BC179C" w:rsidRPr="00CF33C9" w:rsidRDefault="00BC179C" w:rsidP="00FD161A">
            <w:pPr>
              <w:pStyle w:val="CollegeDegree"/>
              <w:widowControl w:val="0"/>
              <w:spacing w:after="0"/>
              <w:jc w:val="left"/>
              <w:rPr>
                <w:i/>
                <w:color w:val="4A442A"/>
              </w:rPr>
            </w:pPr>
            <w:r w:rsidRPr="00CF33C9">
              <w:rPr>
                <w:i/>
                <w:color w:val="4A442A"/>
              </w:rPr>
              <w:t>Peer Support Specialist Certification</w:t>
            </w:r>
          </w:p>
          <w:p w14:paraId="342A7CEC" w14:textId="77777777" w:rsidR="00BC179C" w:rsidRPr="00CF33C9" w:rsidRDefault="00BC179C" w:rsidP="00FD161A">
            <w:pPr>
              <w:pStyle w:val="CollegeDegree"/>
              <w:widowControl w:val="0"/>
              <w:spacing w:after="0"/>
              <w:jc w:val="left"/>
              <w:rPr>
                <w:b w:val="0"/>
              </w:rPr>
            </w:pPr>
            <w:r w:rsidRPr="00CF33C9">
              <w:rPr>
                <w:b w:val="0"/>
              </w:rPr>
              <w:t>November 2011</w:t>
            </w:r>
          </w:p>
          <w:p w14:paraId="34ACFCF5" w14:textId="77777777" w:rsidR="00BC179C" w:rsidRDefault="00BC179C" w:rsidP="00FD161A">
            <w:pPr>
              <w:pStyle w:val="CollegeDegree"/>
              <w:widowControl w:val="0"/>
              <w:spacing w:after="0"/>
              <w:jc w:val="left"/>
            </w:pPr>
          </w:p>
          <w:p w14:paraId="6B711041" w14:textId="77777777" w:rsidR="00BC179C" w:rsidRPr="00CF33C9" w:rsidRDefault="00BC179C" w:rsidP="00FD161A">
            <w:pPr>
              <w:pStyle w:val="CollegeDegree"/>
              <w:widowControl w:val="0"/>
              <w:spacing w:after="0"/>
              <w:jc w:val="left"/>
              <w:rPr>
                <w:b w:val="0"/>
              </w:rPr>
            </w:pPr>
            <w:r w:rsidRPr="00CF33C9">
              <w:t>KELSEY-JENNEY BUSINESS COLLEGE, CA</w:t>
            </w:r>
          </w:p>
          <w:p w14:paraId="6B8971DD" w14:textId="77777777" w:rsidR="00BC179C" w:rsidRPr="00CF33C9" w:rsidRDefault="00BC179C" w:rsidP="00FD161A">
            <w:pPr>
              <w:pStyle w:val="CollegeDegree"/>
              <w:widowControl w:val="0"/>
              <w:spacing w:after="0"/>
              <w:jc w:val="left"/>
              <w:rPr>
                <w:i/>
                <w:color w:val="4A442A"/>
              </w:rPr>
            </w:pPr>
            <w:r w:rsidRPr="00CF33C9">
              <w:rPr>
                <w:i/>
                <w:color w:val="4A442A"/>
              </w:rPr>
              <w:t>Paralegal Certification</w:t>
            </w:r>
          </w:p>
          <w:p w14:paraId="12E22CFD" w14:textId="77777777" w:rsidR="00BC179C" w:rsidRPr="00CF33C9" w:rsidRDefault="00BC179C" w:rsidP="00FD161A">
            <w:pPr>
              <w:pStyle w:val="CollegeDegree"/>
              <w:widowControl w:val="0"/>
              <w:spacing w:after="0"/>
              <w:jc w:val="left"/>
              <w:rPr>
                <w:b w:val="0"/>
              </w:rPr>
            </w:pPr>
            <w:r w:rsidRPr="00CF33C9">
              <w:rPr>
                <w:b w:val="0"/>
              </w:rPr>
              <w:t>August 1995</w:t>
            </w:r>
          </w:p>
        </w:tc>
        <w:tc>
          <w:tcPr>
            <w:tcW w:w="3226" w:type="dxa"/>
          </w:tcPr>
          <w:p w14:paraId="09E4A993" w14:textId="77777777" w:rsidR="00BC179C" w:rsidRPr="00CF33C9" w:rsidRDefault="00BC179C" w:rsidP="00FD161A">
            <w:pPr>
              <w:pStyle w:val="CollegeDegree"/>
              <w:widowControl w:val="0"/>
              <w:jc w:val="left"/>
            </w:pPr>
            <w:r w:rsidRPr="00CF33C9">
              <w:rPr>
                <w:u w:val="single"/>
              </w:rPr>
              <w:t>STRENGTHS:</w:t>
            </w:r>
          </w:p>
          <w:p w14:paraId="29B37177" w14:textId="77777777" w:rsidR="002A300E" w:rsidRDefault="00BC179C" w:rsidP="00FD161A">
            <w:pPr>
              <w:pStyle w:val="CollegeDegree"/>
              <w:widowControl w:val="0"/>
              <w:numPr>
                <w:ilvl w:val="0"/>
                <w:numId w:val="2"/>
              </w:numPr>
              <w:spacing w:after="0"/>
              <w:contextualSpacing/>
              <w:jc w:val="left"/>
              <w:rPr>
                <w:b w:val="0"/>
                <w:sz w:val="21"/>
                <w:szCs w:val="21"/>
              </w:rPr>
            </w:pPr>
            <w:r w:rsidRPr="003F57C8">
              <w:rPr>
                <w:b w:val="0"/>
                <w:sz w:val="21"/>
                <w:szCs w:val="21"/>
              </w:rPr>
              <w:t>Dependabl</w:t>
            </w:r>
            <w:r w:rsidR="0008109E">
              <w:rPr>
                <w:b w:val="0"/>
                <w:sz w:val="21"/>
                <w:szCs w:val="21"/>
              </w:rPr>
              <w:t>e</w:t>
            </w:r>
          </w:p>
          <w:p w14:paraId="39EECF62" w14:textId="2E797F6F" w:rsidR="003A384F" w:rsidRPr="003A75B3" w:rsidRDefault="00BC179C" w:rsidP="00FD161A">
            <w:pPr>
              <w:pStyle w:val="CollegeDegree"/>
              <w:widowControl w:val="0"/>
              <w:numPr>
                <w:ilvl w:val="0"/>
                <w:numId w:val="2"/>
              </w:numPr>
              <w:spacing w:after="0"/>
              <w:contextualSpacing/>
              <w:jc w:val="left"/>
              <w:rPr>
                <w:b w:val="0"/>
                <w:sz w:val="21"/>
                <w:szCs w:val="21"/>
              </w:rPr>
            </w:pPr>
            <w:r>
              <w:rPr>
                <w:b w:val="0"/>
                <w:sz w:val="21"/>
                <w:szCs w:val="21"/>
              </w:rPr>
              <w:t>Honest</w:t>
            </w:r>
            <w:r w:rsidR="002A300E">
              <w:rPr>
                <w:b w:val="0"/>
                <w:sz w:val="21"/>
                <w:szCs w:val="21"/>
              </w:rPr>
              <w:t xml:space="preserve"> and Reliable </w:t>
            </w:r>
          </w:p>
          <w:p w14:paraId="47AE0260" w14:textId="77777777" w:rsidR="003A384F" w:rsidRDefault="00BC179C" w:rsidP="00FD161A">
            <w:pPr>
              <w:pStyle w:val="CollegeDegree"/>
              <w:widowControl w:val="0"/>
              <w:numPr>
                <w:ilvl w:val="0"/>
                <w:numId w:val="2"/>
              </w:numPr>
              <w:spacing w:after="0"/>
              <w:jc w:val="left"/>
              <w:rPr>
                <w:b w:val="0"/>
                <w:sz w:val="21"/>
                <w:szCs w:val="21"/>
              </w:rPr>
            </w:pPr>
            <w:r>
              <w:rPr>
                <w:b w:val="0"/>
                <w:sz w:val="21"/>
                <w:szCs w:val="21"/>
              </w:rPr>
              <w:t xml:space="preserve">Professional </w:t>
            </w:r>
          </w:p>
          <w:p w14:paraId="4AD56AFD" w14:textId="1F678228" w:rsidR="00BC179C" w:rsidRPr="00CA6A51" w:rsidRDefault="00A1780E" w:rsidP="00FD161A">
            <w:pPr>
              <w:pStyle w:val="CollegeDegree"/>
              <w:widowControl w:val="0"/>
              <w:numPr>
                <w:ilvl w:val="0"/>
                <w:numId w:val="2"/>
              </w:numPr>
              <w:spacing w:after="0"/>
              <w:jc w:val="left"/>
              <w:rPr>
                <w:b w:val="0"/>
                <w:sz w:val="21"/>
                <w:szCs w:val="21"/>
              </w:rPr>
            </w:pPr>
            <w:r>
              <w:rPr>
                <w:b w:val="0"/>
                <w:sz w:val="21"/>
                <w:szCs w:val="21"/>
              </w:rPr>
              <w:t>Experience</w:t>
            </w:r>
            <w:r w:rsidR="00CA6A51">
              <w:rPr>
                <w:b w:val="0"/>
                <w:sz w:val="21"/>
                <w:szCs w:val="21"/>
              </w:rPr>
              <w:t>d</w:t>
            </w:r>
            <w:r w:rsidR="003B75C7" w:rsidRPr="00CA6A51">
              <w:rPr>
                <w:b w:val="0"/>
                <w:sz w:val="21"/>
                <w:szCs w:val="21"/>
              </w:rPr>
              <w:t xml:space="preserve"> </w:t>
            </w:r>
            <w:r w:rsidR="00BC179C" w:rsidRPr="00CA6A51">
              <w:rPr>
                <w:b w:val="0"/>
                <w:sz w:val="21"/>
                <w:szCs w:val="21"/>
              </w:rPr>
              <w:t>Examiner</w:t>
            </w:r>
            <w:r w:rsidR="00CA6A51">
              <w:rPr>
                <w:b w:val="0"/>
                <w:sz w:val="21"/>
                <w:szCs w:val="21"/>
              </w:rPr>
              <w:t xml:space="preserve"> </w:t>
            </w:r>
            <w:r w:rsidR="00F87185">
              <w:rPr>
                <w:b w:val="0"/>
                <w:sz w:val="21"/>
                <w:szCs w:val="21"/>
              </w:rPr>
              <w:t>&amp;</w:t>
            </w:r>
            <w:r w:rsidR="00CA6A51">
              <w:rPr>
                <w:b w:val="0"/>
                <w:sz w:val="21"/>
                <w:szCs w:val="21"/>
              </w:rPr>
              <w:t xml:space="preserve"> </w:t>
            </w:r>
            <w:r w:rsidR="00CA6A51" w:rsidRPr="00CA6A51">
              <w:rPr>
                <w:b w:val="0"/>
                <w:sz w:val="21"/>
                <w:szCs w:val="21"/>
              </w:rPr>
              <w:t xml:space="preserve"> Intake </w:t>
            </w:r>
            <w:r w:rsidR="008506C6">
              <w:rPr>
                <w:b w:val="0"/>
                <w:sz w:val="21"/>
                <w:szCs w:val="21"/>
              </w:rPr>
              <w:t xml:space="preserve">Interviewer </w:t>
            </w:r>
          </w:p>
          <w:p w14:paraId="1E8EA291" w14:textId="77777777" w:rsidR="005F065B" w:rsidRDefault="00BC179C" w:rsidP="00FD161A">
            <w:pPr>
              <w:pStyle w:val="CollegeDegree"/>
              <w:widowControl w:val="0"/>
              <w:numPr>
                <w:ilvl w:val="0"/>
                <w:numId w:val="2"/>
              </w:numPr>
              <w:spacing w:after="0"/>
              <w:jc w:val="left"/>
              <w:rPr>
                <w:b w:val="0"/>
                <w:sz w:val="21"/>
                <w:szCs w:val="21"/>
              </w:rPr>
            </w:pPr>
            <w:r w:rsidRPr="003F57C8">
              <w:rPr>
                <w:b w:val="0"/>
                <w:sz w:val="21"/>
                <w:szCs w:val="21"/>
              </w:rPr>
              <w:t>Detail Oriented</w:t>
            </w:r>
          </w:p>
          <w:p w14:paraId="78763E54" w14:textId="057A95ED" w:rsidR="00BC179C" w:rsidRPr="003F57C8" w:rsidRDefault="00BC179C" w:rsidP="00FD161A">
            <w:pPr>
              <w:pStyle w:val="CollegeDegree"/>
              <w:widowControl w:val="0"/>
              <w:numPr>
                <w:ilvl w:val="0"/>
                <w:numId w:val="2"/>
              </w:numPr>
              <w:spacing w:after="0"/>
              <w:jc w:val="left"/>
              <w:rPr>
                <w:b w:val="0"/>
                <w:sz w:val="21"/>
                <w:szCs w:val="21"/>
              </w:rPr>
            </w:pPr>
            <w:r>
              <w:rPr>
                <w:b w:val="0"/>
                <w:sz w:val="21"/>
                <w:szCs w:val="21"/>
              </w:rPr>
              <w:t>Expert Legal</w:t>
            </w:r>
            <w:r w:rsidR="00C352D2">
              <w:rPr>
                <w:b w:val="0"/>
                <w:sz w:val="21"/>
                <w:szCs w:val="21"/>
              </w:rPr>
              <w:t xml:space="preserve"> &amp; </w:t>
            </w:r>
            <w:r>
              <w:rPr>
                <w:b w:val="0"/>
                <w:sz w:val="21"/>
                <w:szCs w:val="21"/>
              </w:rPr>
              <w:t>Vital Document  Indexer</w:t>
            </w:r>
          </w:p>
          <w:p w14:paraId="761E7AD3" w14:textId="5DDEE8A1" w:rsidR="00B12B7E" w:rsidRPr="00D57653" w:rsidRDefault="00BC179C" w:rsidP="00FD161A">
            <w:pPr>
              <w:pStyle w:val="CollegeDegree"/>
              <w:widowControl w:val="0"/>
              <w:numPr>
                <w:ilvl w:val="0"/>
                <w:numId w:val="2"/>
              </w:numPr>
              <w:spacing w:after="0"/>
              <w:jc w:val="left"/>
              <w:rPr>
                <w:b w:val="0"/>
                <w:sz w:val="21"/>
                <w:szCs w:val="21"/>
              </w:rPr>
            </w:pPr>
            <w:r w:rsidRPr="003F57C8">
              <w:rPr>
                <w:b w:val="0"/>
                <w:sz w:val="21"/>
                <w:szCs w:val="21"/>
              </w:rPr>
              <w:t>Resourceful</w:t>
            </w:r>
          </w:p>
          <w:p w14:paraId="732197B2" w14:textId="7FEE3551" w:rsidR="00935D22" w:rsidRDefault="00CA4704" w:rsidP="00FD161A">
            <w:pPr>
              <w:pStyle w:val="CollegeDegree"/>
              <w:widowControl w:val="0"/>
              <w:numPr>
                <w:ilvl w:val="0"/>
                <w:numId w:val="2"/>
              </w:numPr>
              <w:spacing w:after="0"/>
              <w:jc w:val="left"/>
              <w:rPr>
                <w:b w:val="0"/>
                <w:sz w:val="21"/>
                <w:szCs w:val="21"/>
              </w:rPr>
            </w:pPr>
            <w:r>
              <w:rPr>
                <w:b w:val="0"/>
                <w:sz w:val="21"/>
                <w:szCs w:val="21"/>
              </w:rPr>
              <w:t>AED</w:t>
            </w:r>
            <w:r w:rsidR="00180095">
              <w:rPr>
                <w:b w:val="0"/>
                <w:sz w:val="21"/>
                <w:szCs w:val="21"/>
              </w:rPr>
              <w:t>, CPR</w:t>
            </w:r>
            <w:r w:rsidR="00B12B7E">
              <w:rPr>
                <w:b w:val="0"/>
                <w:sz w:val="21"/>
                <w:szCs w:val="21"/>
              </w:rPr>
              <w:t xml:space="preserve"> &amp;</w:t>
            </w:r>
            <w:r w:rsidR="0059354B">
              <w:rPr>
                <w:b w:val="0"/>
                <w:sz w:val="21"/>
                <w:szCs w:val="21"/>
              </w:rPr>
              <w:t xml:space="preserve"> </w:t>
            </w:r>
            <w:r w:rsidR="00180095">
              <w:rPr>
                <w:b w:val="0"/>
                <w:sz w:val="21"/>
                <w:szCs w:val="21"/>
              </w:rPr>
              <w:t xml:space="preserve">First aid </w:t>
            </w:r>
            <w:r w:rsidR="00B12B7E">
              <w:rPr>
                <w:b w:val="0"/>
                <w:sz w:val="21"/>
                <w:szCs w:val="21"/>
              </w:rPr>
              <w:t>Certified</w:t>
            </w:r>
          </w:p>
          <w:p w14:paraId="6B421539" w14:textId="61BC5510" w:rsidR="00BC179C" w:rsidRPr="003F57C8" w:rsidRDefault="0059354B" w:rsidP="00FD161A">
            <w:pPr>
              <w:pStyle w:val="CollegeDegree"/>
              <w:widowControl w:val="0"/>
              <w:numPr>
                <w:ilvl w:val="0"/>
                <w:numId w:val="2"/>
              </w:numPr>
              <w:spacing w:after="0"/>
              <w:jc w:val="left"/>
              <w:rPr>
                <w:b w:val="0"/>
                <w:sz w:val="21"/>
                <w:szCs w:val="21"/>
              </w:rPr>
            </w:pPr>
            <w:r>
              <w:rPr>
                <w:b w:val="0"/>
                <w:sz w:val="21"/>
                <w:szCs w:val="21"/>
              </w:rPr>
              <w:t>Current Food Handler’s</w:t>
            </w:r>
            <w:r w:rsidR="007A584F">
              <w:rPr>
                <w:b w:val="0"/>
                <w:sz w:val="21"/>
                <w:szCs w:val="21"/>
              </w:rPr>
              <w:t xml:space="preserve"> Card</w:t>
            </w:r>
          </w:p>
          <w:p w14:paraId="4DBA7439" w14:textId="21A05A74" w:rsidR="00BC179C" w:rsidRPr="00D57653" w:rsidRDefault="00BC179C" w:rsidP="00FD161A">
            <w:pPr>
              <w:pStyle w:val="CollegeDegree"/>
              <w:widowControl w:val="0"/>
              <w:numPr>
                <w:ilvl w:val="0"/>
                <w:numId w:val="2"/>
              </w:numPr>
              <w:spacing w:after="0"/>
              <w:jc w:val="left"/>
              <w:rPr>
                <w:b w:val="0"/>
                <w:sz w:val="21"/>
                <w:szCs w:val="21"/>
              </w:rPr>
            </w:pPr>
            <w:r w:rsidRPr="003F57C8">
              <w:rPr>
                <w:b w:val="0"/>
                <w:sz w:val="21"/>
                <w:szCs w:val="21"/>
              </w:rPr>
              <w:t>Superior</w:t>
            </w:r>
            <w:r w:rsidR="00D27F3F">
              <w:rPr>
                <w:b w:val="0"/>
                <w:sz w:val="21"/>
                <w:szCs w:val="21"/>
              </w:rPr>
              <w:t xml:space="preserve"> </w:t>
            </w:r>
            <w:r w:rsidRPr="003F57C8">
              <w:rPr>
                <w:b w:val="0"/>
                <w:sz w:val="21"/>
                <w:szCs w:val="21"/>
              </w:rPr>
              <w:t>Memorization Skills</w:t>
            </w:r>
          </w:p>
          <w:p w14:paraId="3AAD1DD0" w14:textId="65AB21F1" w:rsidR="00BC179C" w:rsidRPr="00CF33C9" w:rsidRDefault="00BC179C" w:rsidP="00FD161A">
            <w:pPr>
              <w:pStyle w:val="CollegeDegree"/>
              <w:widowControl w:val="0"/>
              <w:numPr>
                <w:ilvl w:val="0"/>
                <w:numId w:val="2"/>
              </w:numPr>
              <w:spacing w:after="0"/>
              <w:jc w:val="left"/>
            </w:pPr>
            <w:r>
              <w:rPr>
                <w:b w:val="0"/>
                <w:sz w:val="21"/>
                <w:szCs w:val="21"/>
              </w:rPr>
              <w:t>Will Ge</w:t>
            </w:r>
            <w:r w:rsidR="003A75B3">
              <w:rPr>
                <w:b w:val="0"/>
                <w:sz w:val="21"/>
                <w:szCs w:val="21"/>
              </w:rPr>
              <w:t>t</w:t>
            </w:r>
            <w:r>
              <w:rPr>
                <w:b w:val="0"/>
                <w:sz w:val="21"/>
                <w:szCs w:val="21"/>
              </w:rPr>
              <w:t xml:space="preserve"> the Job Done!</w:t>
            </w:r>
          </w:p>
        </w:tc>
        <w:tc>
          <w:tcPr>
            <w:tcW w:w="3039" w:type="dxa"/>
          </w:tcPr>
          <w:p w14:paraId="589A621C" w14:textId="085B8940" w:rsidR="00BC179C" w:rsidRPr="00614EB9" w:rsidRDefault="00BC179C" w:rsidP="00FD161A">
            <w:pPr>
              <w:pStyle w:val="CollegeDegree"/>
              <w:widowControl w:val="0"/>
              <w:jc w:val="left"/>
            </w:pPr>
            <w:r w:rsidRPr="00614EB9">
              <w:rPr>
                <w:u w:val="single"/>
              </w:rPr>
              <w:t>SKILLS:</w:t>
            </w:r>
          </w:p>
          <w:p w14:paraId="35B2B047" w14:textId="2B2C50DB" w:rsidR="00BC179C" w:rsidRPr="00614EB9" w:rsidRDefault="00BC179C" w:rsidP="00FD161A">
            <w:pPr>
              <w:pStyle w:val="CollegeDegree"/>
              <w:widowControl w:val="0"/>
              <w:numPr>
                <w:ilvl w:val="0"/>
                <w:numId w:val="4"/>
              </w:numPr>
              <w:spacing w:after="0"/>
              <w:jc w:val="left"/>
              <w:rPr>
                <w:b w:val="0"/>
                <w:sz w:val="21"/>
                <w:szCs w:val="21"/>
              </w:rPr>
            </w:pPr>
            <w:r w:rsidRPr="00614EB9">
              <w:rPr>
                <w:b w:val="0"/>
                <w:sz w:val="21"/>
                <w:szCs w:val="21"/>
              </w:rPr>
              <w:t xml:space="preserve">Microsoft </w:t>
            </w:r>
            <w:r w:rsidR="00D66E12" w:rsidRPr="00614EB9">
              <w:rPr>
                <w:b w:val="0"/>
                <w:sz w:val="21"/>
                <w:szCs w:val="21"/>
              </w:rPr>
              <w:t>Word</w:t>
            </w:r>
          </w:p>
          <w:p w14:paraId="7D09C40E" w14:textId="77777777" w:rsidR="004C5986" w:rsidRPr="00614EB9" w:rsidRDefault="00BC179C" w:rsidP="00FD161A">
            <w:pPr>
              <w:pStyle w:val="CollegeDegree"/>
              <w:widowControl w:val="0"/>
              <w:numPr>
                <w:ilvl w:val="0"/>
                <w:numId w:val="4"/>
              </w:numPr>
              <w:spacing w:after="0"/>
              <w:jc w:val="left"/>
              <w:rPr>
                <w:b w:val="0"/>
                <w:sz w:val="21"/>
                <w:szCs w:val="21"/>
              </w:rPr>
            </w:pPr>
            <w:r w:rsidRPr="00614EB9">
              <w:rPr>
                <w:b w:val="0"/>
                <w:sz w:val="21"/>
                <w:szCs w:val="21"/>
              </w:rPr>
              <w:t>Microsoft  Excel</w:t>
            </w:r>
          </w:p>
          <w:p w14:paraId="107438D6" w14:textId="77777777" w:rsidR="004C5986" w:rsidRPr="00614EB9" w:rsidRDefault="004C5986" w:rsidP="00FD161A">
            <w:pPr>
              <w:pStyle w:val="CollegeDegree"/>
              <w:widowControl w:val="0"/>
              <w:numPr>
                <w:ilvl w:val="0"/>
                <w:numId w:val="4"/>
              </w:numPr>
              <w:spacing w:after="0"/>
              <w:jc w:val="left"/>
              <w:rPr>
                <w:b w:val="0"/>
                <w:sz w:val="21"/>
                <w:szCs w:val="21"/>
              </w:rPr>
            </w:pPr>
            <w:r w:rsidRPr="00614EB9">
              <w:rPr>
                <w:b w:val="0"/>
                <w:sz w:val="21"/>
                <w:szCs w:val="21"/>
              </w:rPr>
              <w:t>Power Point</w:t>
            </w:r>
          </w:p>
          <w:p w14:paraId="61D248F9" w14:textId="5BADB1BE" w:rsidR="00073816" w:rsidRPr="003A75B3" w:rsidRDefault="004C5986" w:rsidP="00FD161A">
            <w:pPr>
              <w:pStyle w:val="CollegeDegree"/>
              <w:widowControl w:val="0"/>
              <w:numPr>
                <w:ilvl w:val="0"/>
                <w:numId w:val="4"/>
              </w:numPr>
              <w:spacing w:after="0"/>
              <w:jc w:val="left"/>
              <w:rPr>
                <w:b w:val="0"/>
                <w:sz w:val="21"/>
                <w:szCs w:val="21"/>
              </w:rPr>
            </w:pPr>
            <w:r w:rsidRPr="00614EB9">
              <w:rPr>
                <w:b w:val="0"/>
                <w:sz w:val="21"/>
                <w:szCs w:val="21"/>
              </w:rPr>
              <w:t>Outlook</w:t>
            </w:r>
          </w:p>
          <w:p w14:paraId="7780CAA9" w14:textId="12CEC234" w:rsidR="0044021D" w:rsidRPr="00D57653" w:rsidRDefault="00531C0F" w:rsidP="00FD161A">
            <w:pPr>
              <w:pStyle w:val="CollegeDegree"/>
              <w:widowControl w:val="0"/>
              <w:numPr>
                <w:ilvl w:val="0"/>
                <w:numId w:val="4"/>
              </w:numPr>
              <w:spacing w:after="0"/>
              <w:jc w:val="left"/>
              <w:rPr>
                <w:b w:val="0"/>
                <w:sz w:val="21"/>
                <w:szCs w:val="21"/>
              </w:rPr>
            </w:pPr>
            <w:r w:rsidRPr="00614EB9">
              <w:rPr>
                <w:b w:val="0"/>
                <w:sz w:val="21"/>
                <w:szCs w:val="21"/>
              </w:rPr>
              <w:t>Google Drive / Docs</w:t>
            </w:r>
          </w:p>
          <w:p w14:paraId="2321610C" w14:textId="6530A9ED" w:rsidR="00BC179C" w:rsidRPr="00614EB9" w:rsidRDefault="00BC179C" w:rsidP="00FD161A">
            <w:pPr>
              <w:pStyle w:val="CollegeDegree"/>
              <w:widowControl w:val="0"/>
              <w:numPr>
                <w:ilvl w:val="0"/>
                <w:numId w:val="4"/>
              </w:numPr>
              <w:spacing w:after="0"/>
              <w:jc w:val="left"/>
              <w:rPr>
                <w:b w:val="0"/>
                <w:sz w:val="21"/>
                <w:szCs w:val="21"/>
              </w:rPr>
            </w:pPr>
            <w:r w:rsidRPr="00614EB9">
              <w:rPr>
                <w:b w:val="0"/>
                <w:sz w:val="21"/>
                <w:szCs w:val="21"/>
              </w:rPr>
              <w:t>Acces</w:t>
            </w:r>
            <w:r w:rsidR="006F7CC8" w:rsidRPr="00614EB9">
              <w:rPr>
                <w:b w:val="0"/>
                <w:sz w:val="21"/>
                <w:szCs w:val="21"/>
              </w:rPr>
              <w:t>s</w:t>
            </w:r>
          </w:p>
          <w:p w14:paraId="5294C740" w14:textId="51851FAA" w:rsidR="00BC179C" w:rsidRPr="00614EB9" w:rsidRDefault="00BC179C" w:rsidP="00FD161A">
            <w:pPr>
              <w:pStyle w:val="CollegeDegree"/>
              <w:widowControl w:val="0"/>
              <w:numPr>
                <w:ilvl w:val="0"/>
                <w:numId w:val="4"/>
              </w:numPr>
              <w:spacing w:after="0"/>
              <w:jc w:val="left"/>
              <w:rPr>
                <w:b w:val="0"/>
                <w:sz w:val="21"/>
                <w:szCs w:val="21"/>
              </w:rPr>
            </w:pPr>
            <w:r w:rsidRPr="00614EB9">
              <w:rPr>
                <w:b w:val="0"/>
                <w:sz w:val="21"/>
                <w:szCs w:val="21"/>
              </w:rPr>
              <w:t>Windows 2000 to</w:t>
            </w:r>
            <w:r w:rsidR="00D04559" w:rsidRPr="00614EB9">
              <w:rPr>
                <w:b w:val="0"/>
                <w:sz w:val="21"/>
                <w:szCs w:val="21"/>
              </w:rPr>
              <w:t xml:space="preserve"> </w:t>
            </w:r>
            <w:r w:rsidRPr="00614EB9">
              <w:rPr>
                <w:b w:val="0"/>
                <w:sz w:val="21"/>
                <w:szCs w:val="21"/>
              </w:rPr>
              <w:t>present</w:t>
            </w:r>
          </w:p>
          <w:p w14:paraId="4687D45E" w14:textId="6BF09B58" w:rsidR="00F805C3" w:rsidRPr="00614EB9" w:rsidRDefault="00BC179C" w:rsidP="00FD161A">
            <w:pPr>
              <w:pStyle w:val="CollegeDegree"/>
              <w:widowControl w:val="0"/>
              <w:numPr>
                <w:ilvl w:val="0"/>
                <w:numId w:val="4"/>
              </w:numPr>
              <w:spacing w:after="0"/>
              <w:jc w:val="left"/>
              <w:rPr>
                <w:b w:val="0"/>
                <w:bCs w:val="0"/>
                <w:sz w:val="21"/>
                <w:szCs w:val="21"/>
              </w:rPr>
            </w:pPr>
            <w:r w:rsidRPr="00614EB9">
              <w:rPr>
                <w:b w:val="0"/>
                <w:bCs w:val="0"/>
                <w:sz w:val="21"/>
                <w:szCs w:val="21"/>
              </w:rPr>
              <w:t xml:space="preserve">Business Accounting </w:t>
            </w:r>
          </w:p>
          <w:p w14:paraId="34A52A74" w14:textId="5B157A07" w:rsidR="00A3341F" w:rsidRPr="00614EB9" w:rsidRDefault="00330E63" w:rsidP="00FD161A">
            <w:pPr>
              <w:pStyle w:val="CollegeDegree"/>
              <w:widowControl w:val="0"/>
              <w:numPr>
                <w:ilvl w:val="0"/>
                <w:numId w:val="4"/>
              </w:numPr>
              <w:spacing w:after="0"/>
              <w:jc w:val="left"/>
              <w:rPr>
                <w:b w:val="0"/>
                <w:sz w:val="21"/>
                <w:szCs w:val="21"/>
              </w:rPr>
            </w:pPr>
            <w:r w:rsidRPr="00614EB9">
              <w:rPr>
                <w:b w:val="0"/>
                <w:sz w:val="21"/>
                <w:szCs w:val="21"/>
              </w:rPr>
              <w:t>Group-wise</w:t>
            </w:r>
          </w:p>
          <w:p w14:paraId="4E786B51" w14:textId="3B45F3CF" w:rsidR="004776AB" w:rsidRPr="00614EB9" w:rsidRDefault="00BC179C" w:rsidP="00FD161A">
            <w:pPr>
              <w:pStyle w:val="CollegeDegree"/>
              <w:widowControl w:val="0"/>
              <w:numPr>
                <w:ilvl w:val="0"/>
                <w:numId w:val="4"/>
              </w:numPr>
              <w:spacing w:after="0"/>
              <w:jc w:val="left"/>
              <w:rPr>
                <w:b w:val="0"/>
                <w:sz w:val="21"/>
                <w:szCs w:val="21"/>
              </w:rPr>
            </w:pPr>
            <w:r w:rsidRPr="00614EB9">
              <w:rPr>
                <w:b w:val="0"/>
                <w:sz w:val="21"/>
                <w:szCs w:val="21"/>
              </w:rPr>
              <w:t>CRI</w:t>
            </w:r>
            <w:r w:rsidR="00E40A82" w:rsidRPr="00614EB9">
              <w:rPr>
                <w:b w:val="0"/>
                <w:sz w:val="21"/>
                <w:szCs w:val="21"/>
              </w:rPr>
              <w:t>I</w:t>
            </w:r>
            <w:r w:rsidR="007222F7" w:rsidRPr="00614EB9">
              <w:rPr>
                <w:b w:val="0"/>
                <w:sz w:val="21"/>
                <w:szCs w:val="21"/>
              </w:rPr>
              <w:t>S</w:t>
            </w:r>
            <w:r w:rsidRPr="00614EB9">
              <w:rPr>
                <w:b w:val="0"/>
                <w:sz w:val="21"/>
                <w:szCs w:val="21"/>
              </w:rPr>
              <w:t>+</w:t>
            </w:r>
            <w:r w:rsidR="00E873A0" w:rsidRPr="00614EB9">
              <w:rPr>
                <w:b w:val="0"/>
                <w:sz w:val="21"/>
                <w:szCs w:val="21"/>
              </w:rPr>
              <w:t>Imaging</w:t>
            </w:r>
            <w:r w:rsidR="006D0C37" w:rsidRPr="00614EB9">
              <w:rPr>
                <w:b w:val="0"/>
                <w:sz w:val="21"/>
                <w:szCs w:val="21"/>
              </w:rPr>
              <w:t xml:space="preserve"> &amp;</w:t>
            </w:r>
            <w:r w:rsidR="00E873A0" w:rsidRPr="00614EB9">
              <w:rPr>
                <w:b w:val="0"/>
                <w:sz w:val="21"/>
                <w:szCs w:val="21"/>
              </w:rPr>
              <w:t xml:space="preserve"> Indexing</w:t>
            </w:r>
            <w:r w:rsidR="006D0C37" w:rsidRPr="00614EB9">
              <w:rPr>
                <w:b w:val="0"/>
                <w:sz w:val="21"/>
                <w:szCs w:val="21"/>
              </w:rPr>
              <w:t xml:space="preserve"> </w:t>
            </w:r>
            <w:r w:rsidR="00E873A0" w:rsidRPr="00614EB9">
              <w:rPr>
                <w:b w:val="0"/>
                <w:sz w:val="21"/>
                <w:szCs w:val="21"/>
              </w:rPr>
              <w:t xml:space="preserve"> System</w:t>
            </w:r>
          </w:p>
          <w:p w14:paraId="1D6DA7F8" w14:textId="2A8725F3" w:rsidR="00BC179C" w:rsidRPr="000D6532" w:rsidRDefault="00B47BDA" w:rsidP="00FD161A">
            <w:pPr>
              <w:pStyle w:val="CollegeDegree"/>
              <w:widowControl w:val="0"/>
              <w:numPr>
                <w:ilvl w:val="0"/>
                <w:numId w:val="4"/>
              </w:numPr>
              <w:spacing w:after="0"/>
              <w:jc w:val="left"/>
              <w:rPr>
                <w:b w:val="0"/>
                <w:bCs w:val="0"/>
                <w:sz w:val="21"/>
                <w:szCs w:val="21"/>
              </w:rPr>
            </w:pPr>
            <w:r w:rsidRPr="00614EB9">
              <w:rPr>
                <w:b w:val="0"/>
                <w:bCs w:val="0"/>
                <w:sz w:val="21"/>
                <w:szCs w:val="21"/>
              </w:rPr>
              <w:t xml:space="preserve">Certified Typing Speed of  80 WPM </w:t>
            </w:r>
            <w:r w:rsidR="00431EF6">
              <w:rPr>
                <w:b w:val="0"/>
                <w:bCs w:val="0"/>
                <w:sz w:val="21"/>
                <w:szCs w:val="21"/>
              </w:rPr>
              <w:t>&amp;</w:t>
            </w:r>
            <w:r w:rsidRPr="000D6532">
              <w:rPr>
                <w:b w:val="0"/>
                <w:sz w:val="21"/>
                <w:szCs w:val="21"/>
              </w:rPr>
              <w:t xml:space="preserve"> 12020 KPH</w:t>
            </w:r>
          </w:p>
        </w:tc>
      </w:tr>
    </w:tbl>
    <w:p w14:paraId="3ACA74BC" w14:textId="60CBBD63" w:rsidR="00111EB9" w:rsidRPr="00131D4E" w:rsidRDefault="00D52293" w:rsidP="00CC76EB">
      <w:pPr>
        <w:pStyle w:val="Address"/>
        <w:tabs>
          <w:tab w:val="left" w:pos="45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8340"/>
        </w:tabs>
        <w:spacing w:after="0"/>
        <w:jc w:val="center"/>
        <w:rPr>
          <w:rStyle w:val="PageNumber"/>
          <w:rFonts w:cs="Miriam"/>
          <w:b/>
          <w:i/>
          <w:sz w:val="22"/>
          <w:szCs w:val="22"/>
        </w:rPr>
      </w:pPr>
      <w:r w:rsidRPr="00131D4E">
        <w:rPr>
          <w:rStyle w:val="PageNumber"/>
          <w:rFonts w:cs="Miriam"/>
          <w:b/>
          <w:i/>
          <w:sz w:val="22"/>
          <w:szCs w:val="22"/>
        </w:rPr>
        <w:t>R</w:t>
      </w:r>
      <w:r w:rsidR="000D751B" w:rsidRPr="00131D4E">
        <w:rPr>
          <w:rStyle w:val="PageNumber"/>
          <w:rFonts w:cs="Miriam"/>
          <w:b/>
          <w:i/>
          <w:sz w:val="22"/>
          <w:szCs w:val="22"/>
        </w:rPr>
        <w:t>eferences will be provided upon establishing a mutual interest.</w:t>
      </w:r>
      <w:r w:rsidR="00111EB9" w:rsidRPr="000109C8">
        <w:rPr>
          <w:b/>
          <w:noProof/>
        </w:rPr>
        <w:drawing>
          <wp:anchor distT="0" distB="0" distL="114300" distR="114300" simplePos="0" relativeHeight="251670016" behindDoc="0" locked="0" layoutInCell="1" allowOverlap="1" wp14:anchorId="3BB2DB2E" wp14:editId="0AC14AAA">
            <wp:simplePos x="0" y="0"/>
            <wp:positionH relativeFrom="margin">
              <wp:posOffset>-372110</wp:posOffset>
            </wp:positionH>
            <wp:positionV relativeFrom="margin">
              <wp:posOffset>-70792340</wp:posOffset>
            </wp:positionV>
            <wp:extent cx="7772400" cy="10056249"/>
            <wp:effectExtent l="0" t="0" r="0" b="2540"/>
            <wp:wrapSquare wrapText="bothSides"/>
            <wp:docPr id="4" name="Picture 4" descr="C:\Users\dangeles.OFFICE\Downloads\Resume Portfolio\Resources - Local Events\ACR University Completed Cours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angeles.OFFICE\Downloads\Resume Portfolio\Resources - Local Events\ACR University Completed Courses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50000"/>
                              </a14:imgEffect>
                              <a14:imgEffect>
                                <a14:saturation sat="200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0562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111EB9" w:rsidRPr="00131D4E" w:rsidSect="00CC51B6">
      <w:pgSz w:w="12240" w:h="15840" w:code="1"/>
      <w:pgMar w:top="540" w:right="720" w:bottom="0" w:left="720" w:header="0" w:footer="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9A1F21" w14:textId="77777777" w:rsidR="009F76BF" w:rsidRDefault="009F76BF">
      <w:r>
        <w:separator/>
      </w:r>
    </w:p>
  </w:endnote>
  <w:endnote w:type="continuationSeparator" w:id="0">
    <w:p w14:paraId="221790C1" w14:textId="77777777" w:rsidR="009F76BF" w:rsidRDefault="009F76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Shell Dlg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riam">
    <w:panose1 w:val="020B0502050101010101"/>
    <w:charset w:val="B1"/>
    <w:family w:val="swiss"/>
    <w:pitch w:val="variable"/>
    <w:sig w:usb0="00000803" w:usb1="00000000" w:usb2="00000000" w:usb3="00000000" w:csb0="0000002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,Calibri">
    <w:altName w:val="Times New Roman"/>
    <w:panose1 w:val="020B0604020202020204"/>
    <w:charset w:val="00"/>
    <w:family w:val="roman"/>
    <w:pitch w:val="default"/>
  </w:font>
  <w:font w:name="Lucida Handwriting">
    <w:altName w:val="Calibri"/>
    <w:panose1 w:val="03010101010101010101"/>
    <w:charset w:val="4D"/>
    <w:family w:val="script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E4CC25" w14:textId="77777777" w:rsidR="009F76BF" w:rsidRDefault="009F76BF">
      <w:r>
        <w:separator/>
      </w:r>
    </w:p>
  </w:footnote>
  <w:footnote w:type="continuationSeparator" w:id="0">
    <w:p w14:paraId="3C160F13" w14:textId="77777777" w:rsidR="009F76BF" w:rsidRDefault="009F76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783900"/>
    <w:multiLevelType w:val="hybridMultilevel"/>
    <w:tmpl w:val="C7744FF2"/>
    <w:lvl w:ilvl="0" w:tplc="FFFFFFFF">
      <w:start w:val="2011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044C6"/>
    <w:multiLevelType w:val="hybridMultilevel"/>
    <w:tmpl w:val="37AE8A5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9AB3854"/>
    <w:multiLevelType w:val="hybridMultilevel"/>
    <w:tmpl w:val="7EB8D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9B35C0"/>
    <w:multiLevelType w:val="hybridMultilevel"/>
    <w:tmpl w:val="3AA66608"/>
    <w:lvl w:ilvl="0" w:tplc="9F90C126">
      <w:start w:val="1"/>
      <w:numFmt w:val="bullet"/>
      <w:pStyle w:val="ResumeBulletPoints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321287"/>
    <w:multiLevelType w:val="hybridMultilevel"/>
    <w:tmpl w:val="FB908D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56293E"/>
    <w:multiLevelType w:val="hybridMultilevel"/>
    <w:tmpl w:val="8F8A122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30"/>
  <w:removePersonalInformation/>
  <w:removeDateAndTime/>
  <w:gutterAtTop/>
  <w:proofState w:spelling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144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0908"/>
    <w:rsid w:val="00006637"/>
    <w:rsid w:val="00007254"/>
    <w:rsid w:val="00015506"/>
    <w:rsid w:val="00017554"/>
    <w:rsid w:val="00020CDF"/>
    <w:rsid w:val="00021E9E"/>
    <w:rsid w:val="00024191"/>
    <w:rsid w:val="000261CF"/>
    <w:rsid w:val="00030DAC"/>
    <w:rsid w:val="00033659"/>
    <w:rsid w:val="00034F32"/>
    <w:rsid w:val="00042512"/>
    <w:rsid w:val="0005087D"/>
    <w:rsid w:val="000512DF"/>
    <w:rsid w:val="000537EE"/>
    <w:rsid w:val="00054323"/>
    <w:rsid w:val="00060D8D"/>
    <w:rsid w:val="0006138F"/>
    <w:rsid w:val="0006644B"/>
    <w:rsid w:val="000667C0"/>
    <w:rsid w:val="00073816"/>
    <w:rsid w:val="00073EAF"/>
    <w:rsid w:val="00077A2C"/>
    <w:rsid w:val="0008109E"/>
    <w:rsid w:val="000818B9"/>
    <w:rsid w:val="00082E89"/>
    <w:rsid w:val="000836CD"/>
    <w:rsid w:val="00086519"/>
    <w:rsid w:val="0008657B"/>
    <w:rsid w:val="0009606E"/>
    <w:rsid w:val="0009683C"/>
    <w:rsid w:val="0009739C"/>
    <w:rsid w:val="000A38A9"/>
    <w:rsid w:val="000B38B8"/>
    <w:rsid w:val="000B7BF6"/>
    <w:rsid w:val="000C41C2"/>
    <w:rsid w:val="000C4A08"/>
    <w:rsid w:val="000D0E1A"/>
    <w:rsid w:val="000D18CC"/>
    <w:rsid w:val="000D256E"/>
    <w:rsid w:val="000D35D7"/>
    <w:rsid w:val="000D420D"/>
    <w:rsid w:val="000D6532"/>
    <w:rsid w:val="000D751B"/>
    <w:rsid w:val="000E09BA"/>
    <w:rsid w:val="000F2D73"/>
    <w:rsid w:val="000F5EBA"/>
    <w:rsid w:val="0010092D"/>
    <w:rsid w:val="0010726F"/>
    <w:rsid w:val="00111024"/>
    <w:rsid w:val="00111EB9"/>
    <w:rsid w:val="001155FE"/>
    <w:rsid w:val="00116A0F"/>
    <w:rsid w:val="00117C04"/>
    <w:rsid w:val="00123140"/>
    <w:rsid w:val="00125C74"/>
    <w:rsid w:val="00131D4E"/>
    <w:rsid w:val="0013269B"/>
    <w:rsid w:val="00132B56"/>
    <w:rsid w:val="0013469E"/>
    <w:rsid w:val="0014123E"/>
    <w:rsid w:val="0014194A"/>
    <w:rsid w:val="00141AB0"/>
    <w:rsid w:val="001435D8"/>
    <w:rsid w:val="001436DC"/>
    <w:rsid w:val="0015050F"/>
    <w:rsid w:val="00150588"/>
    <w:rsid w:val="0016368E"/>
    <w:rsid w:val="00165751"/>
    <w:rsid w:val="00167263"/>
    <w:rsid w:val="00171F21"/>
    <w:rsid w:val="001767E2"/>
    <w:rsid w:val="00180095"/>
    <w:rsid w:val="00192DE7"/>
    <w:rsid w:val="0019368B"/>
    <w:rsid w:val="00195BF5"/>
    <w:rsid w:val="00197FBB"/>
    <w:rsid w:val="001B148A"/>
    <w:rsid w:val="001C08E8"/>
    <w:rsid w:val="001C2F5D"/>
    <w:rsid w:val="001C6E24"/>
    <w:rsid w:val="001D4293"/>
    <w:rsid w:val="001D5E3C"/>
    <w:rsid w:val="001F1197"/>
    <w:rsid w:val="0020253E"/>
    <w:rsid w:val="002054AA"/>
    <w:rsid w:val="0020659E"/>
    <w:rsid w:val="002101F7"/>
    <w:rsid w:val="00211F15"/>
    <w:rsid w:val="00214167"/>
    <w:rsid w:val="00221326"/>
    <w:rsid w:val="002263B3"/>
    <w:rsid w:val="00227BD9"/>
    <w:rsid w:val="00231BC9"/>
    <w:rsid w:val="00235BC3"/>
    <w:rsid w:val="00237BC4"/>
    <w:rsid w:val="002501FA"/>
    <w:rsid w:val="002559F3"/>
    <w:rsid w:val="00261C8F"/>
    <w:rsid w:val="00263911"/>
    <w:rsid w:val="00266E84"/>
    <w:rsid w:val="00270BE0"/>
    <w:rsid w:val="00272754"/>
    <w:rsid w:val="002733FC"/>
    <w:rsid w:val="0027550F"/>
    <w:rsid w:val="00275B65"/>
    <w:rsid w:val="00275E59"/>
    <w:rsid w:val="0028132D"/>
    <w:rsid w:val="00282D40"/>
    <w:rsid w:val="00285192"/>
    <w:rsid w:val="00293616"/>
    <w:rsid w:val="00294C6D"/>
    <w:rsid w:val="0029688D"/>
    <w:rsid w:val="00297F5C"/>
    <w:rsid w:val="002A0B9D"/>
    <w:rsid w:val="002A0C00"/>
    <w:rsid w:val="002A300E"/>
    <w:rsid w:val="002A363E"/>
    <w:rsid w:val="002A4902"/>
    <w:rsid w:val="002A765E"/>
    <w:rsid w:val="002B1264"/>
    <w:rsid w:val="002B675F"/>
    <w:rsid w:val="002B690A"/>
    <w:rsid w:val="002C0AFC"/>
    <w:rsid w:val="002C0B2D"/>
    <w:rsid w:val="002C4141"/>
    <w:rsid w:val="002C58AB"/>
    <w:rsid w:val="002C6B60"/>
    <w:rsid w:val="002D398D"/>
    <w:rsid w:val="002D6B5F"/>
    <w:rsid w:val="002D79FB"/>
    <w:rsid w:val="002D7FDE"/>
    <w:rsid w:val="002E0826"/>
    <w:rsid w:val="002E73C0"/>
    <w:rsid w:val="002F16E6"/>
    <w:rsid w:val="002F256C"/>
    <w:rsid w:val="00305B3A"/>
    <w:rsid w:val="00313AF0"/>
    <w:rsid w:val="00316065"/>
    <w:rsid w:val="00317FE5"/>
    <w:rsid w:val="003219B1"/>
    <w:rsid w:val="00330E63"/>
    <w:rsid w:val="00330F57"/>
    <w:rsid w:val="00331776"/>
    <w:rsid w:val="00332285"/>
    <w:rsid w:val="003334BF"/>
    <w:rsid w:val="00336EC6"/>
    <w:rsid w:val="0033746A"/>
    <w:rsid w:val="00346768"/>
    <w:rsid w:val="00346856"/>
    <w:rsid w:val="00346BEA"/>
    <w:rsid w:val="003479E6"/>
    <w:rsid w:val="00363AD8"/>
    <w:rsid w:val="0036462D"/>
    <w:rsid w:val="00373291"/>
    <w:rsid w:val="00374C79"/>
    <w:rsid w:val="003825C5"/>
    <w:rsid w:val="00387693"/>
    <w:rsid w:val="00390D21"/>
    <w:rsid w:val="00397D13"/>
    <w:rsid w:val="00397ED0"/>
    <w:rsid w:val="003A384F"/>
    <w:rsid w:val="003A3F02"/>
    <w:rsid w:val="003A5BB1"/>
    <w:rsid w:val="003A75B3"/>
    <w:rsid w:val="003B3366"/>
    <w:rsid w:val="003B6BBC"/>
    <w:rsid w:val="003B75C7"/>
    <w:rsid w:val="003C1A86"/>
    <w:rsid w:val="003C326E"/>
    <w:rsid w:val="003C43E6"/>
    <w:rsid w:val="003C5634"/>
    <w:rsid w:val="003C60F6"/>
    <w:rsid w:val="003C6395"/>
    <w:rsid w:val="003D6001"/>
    <w:rsid w:val="003E11D9"/>
    <w:rsid w:val="003E1BF9"/>
    <w:rsid w:val="003E449E"/>
    <w:rsid w:val="003E549F"/>
    <w:rsid w:val="003E6A2E"/>
    <w:rsid w:val="003E6F3D"/>
    <w:rsid w:val="003F2309"/>
    <w:rsid w:val="003F320F"/>
    <w:rsid w:val="003F57C8"/>
    <w:rsid w:val="00407312"/>
    <w:rsid w:val="0041014B"/>
    <w:rsid w:val="00413A88"/>
    <w:rsid w:val="00415042"/>
    <w:rsid w:val="00421F8B"/>
    <w:rsid w:val="00422253"/>
    <w:rsid w:val="004269FF"/>
    <w:rsid w:val="00431EF6"/>
    <w:rsid w:val="0043462F"/>
    <w:rsid w:val="0044021D"/>
    <w:rsid w:val="004424D3"/>
    <w:rsid w:val="00444F22"/>
    <w:rsid w:val="00446B5A"/>
    <w:rsid w:val="00451E55"/>
    <w:rsid w:val="00455B09"/>
    <w:rsid w:val="00462139"/>
    <w:rsid w:val="004641EB"/>
    <w:rsid w:val="00464721"/>
    <w:rsid w:val="004649D6"/>
    <w:rsid w:val="00465279"/>
    <w:rsid w:val="00471EB0"/>
    <w:rsid w:val="0047206E"/>
    <w:rsid w:val="004722CA"/>
    <w:rsid w:val="00472663"/>
    <w:rsid w:val="0047671B"/>
    <w:rsid w:val="004776AB"/>
    <w:rsid w:val="00480CA1"/>
    <w:rsid w:val="004826A7"/>
    <w:rsid w:val="0048597A"/>
    <w:rsid w:val="00487893"/>
    <w:rsid w:val="00487B20"/>
    <w:rsid w:val="00490CE3"/>
    <w:rsid w:val="00491C1B"/>
    <w:rsid w:val="004A4D61"/>
    <w:rsid w:val="004B41D5"/>
    <w:rsid w:val="004B595A"/>
    <w:rsid w:val="004B622B"/>
    <w:rsid w:val="004B680E"/>
    <w:rsid w:val="004C3561"/>
    <w:rsid w:val="004C3DE8"/>
    <w:rsid w:val="004C3F04"/>
    <w:rsid w:val="004C5986"/>
    <w:rsid w:val="004C6275"/>
    <w:rsid w:val="004D096C"/>
    <w:rsid w:val="004D214D"/>
    <w:rsid w:val="004D3A9B"/>
    <w:rsid w:val="004D48A1"/>
    <w:rsid w:val="004D713A"/>
    <w:rsid w:val="004E0DB9"/>
    <w:rsid w:val="004F0D6E"/>
    <w:rsid w:val="004F1B0A"/>
    <w:rsid w:val="004F2BC1"/>
    <w:rsid w:val="004F2CE6"/>
    <w:rsid w:val="00504338"/>
    <w:rsid w:val="00506794"/>
    <w:rsid w:val="00507000"/>
    <w:rsid w:val="00514128"/>
    <w:rsid w:val="005162AD"/>
    <w:rsid w:val="00520224"/>
    <w:rsid w:val="00527CEE"/>
    <w:rsid w:val="00531C0F"/>
    <w:rsid w:val="00534FB5"/>
    <w:rsid w:val="0053539B"/>
    <w:rsid w:val="00536711"/>
    <w:rsid w:val="00537B44"/>
    <w:rsid w:val="005426A4"/>
    <w:rsid w:val="00542E5B"/>
    <w:rsid w:val="00543582"/>
    <w:rsid w:val="00543C31"/>
    <w:rsid w:val="00545B58"/>
    <w:rsid w:val="00553BB3"/>
    <w:rsid w:val="00555194"/>
    <w:rsid w:val="00557A3E"/>
    <w:rsid w:val="00567AAF"/>
    <w:rsid w:val="005711D6"/>
    <w:rsid w:val="00572748"/>
    <w:rsid w:val="00572B00"/>
    <w:rsid w:val="005754A2"/>
    <w:rsid w:val="00580851"/>
    <w:rsid w:val="005927FA"/>
    <w:rsid w:val="00592B23"/>
    <w:rsid w:val="00592F7B"/>
    <w:rsid w:val="0059354B"/>
    <w:rsid w:val="0059574C"/>
    <w:rsid w:val="005A55C4"/>
    <w:rsid w:val="005B0ECF"/>
    <w:rsid w:val="005B24E5"/>
    <w:rsid w:val="005B33EE"/>
    <w:rsid w:val="005B6352"/>
    <w:rsid w:val="005C143E"/>
    <w:rsid w:val="005C2B73"/>
    <w:rsid w:val="005D18D6"/>
    <w:rsid w:val="005D2080"/>
    <w:rsid w:val="005D5FDA"/>
    <w:rsid w:val="005E2285"/>
    <w:rsid w:val="005E2996"/>
    <w:rsid w:val="005E4DF7"/>
    <w:rsid w:val="005F065B"/>
    <w:rsid w:val="005F11A8"/>
    <w:rsid w:val="005F1236"/>
    <w:rsid w:val="005F4C8B"/>
    <w:rsid w:val="005F5C1D"/>
    <w:rsid w:val="005F7420"/>
    <w:rsid w:val="005F7866"/>
    <w:rsid w:val="00605CD7"/>
    <w:rsid w:val="006075EF"/>
    <w:rsid w:val="00614EB9"/>
    <w:rsid w:val="00615282"/>
    <w:rsid w:val="006153E8"/>
    <w:rsid w:val="00616ABD"/>
    <w:rsid w:val="00627DED"/>
    <w:rsid w:val="00633E62"/>
    <w:rsid w:val="0063437A"/>
    <w:rsid w:val="00640A76"/>
    <w:rsid w:val="00643960"/>
    <w:rsid w:val="0064509C"/>
    <w:rsid w:val="00645CA6"/>
    <w:rsid w:val="006505AD"/>
    <w:rsid w:val="006529A8"/>
    <w:rsid w:val="00652BA9"/>
    <w:rsid w:val="0065383A"/>
    <w:rsid w:val="00655132"/>
    <w:rsid w:val="0066041C"/>
    <w:rsid w:val="00660912"/>
    <w:rsid w:val="0066196D"/>
    <w:rsid w:val="00663C57"/>
    <w:rsid w:val="00681F0B"/>
    <w:rsid w:val="006918A3"/>
    <w:rsid w:val="00696C7F"/>
    <w:rsid w:val="00696DF3"/>
    <w:rsid w:val="006A37E9"/>
    <w:rsid w:val="006A3C9B"/>
    <w:rsid w:val="006A723D"/>
    <w:rsid w:val="006A7AAC"/>
    <w:rsid w:val="006B6705"/>
    <w:rsid w:val="006C1668"/>
    <w:rsid w:val="006C2D8E"/>
    <w:rsid w:val="006C44A0"/>
    <w:rsid w:val="006D0C37"/>
    <w:rsid w:val="006D124B"/>
    <w:rsid w:val="006D6A29"/>
    <w:rsid w:val="006D6AAE"/>
    <w:rsid w:val="006E59A3"/>
    <w:rsid w:val="006E70D9"/>
    <w:rsid w:val="006F3C5E"/>
    <w:rsid w:val="006F7CC8"/>
    <w:rsid w:val="00700D6E"/>
    <w:rsid w:val="00702CD7"/>
    <w:rsid w:val="00710B92"/>
    <w:rsid w:val="00716DB9"/>
    <w:rsid w:val="00717BF6"/>
    <w:rsid w:val="007222F7"/>
    <w:rsid w:val="007228FF"/>
    <w:rsid w:val="00723C26"/>
    <w:rsid w:val="00724C31"/>
    <w:rsid w:val="007339FE"/>
    <w:rsid w:val="007352F4"/>
    <w:rsid w:val="0073627E"/>
    <w:rsid w:val="00745A98"/>
    <w:rsid w:val="00746BD9"/>
    <w:rsid w:val="00747B4F"/>
    <w:rsid w:val="00756CFD"/>
    <w:rsid w:val="00756D95"/>
    <w:rsid w:val="00757779"/>
    <w:rsid w:val="0077078F"/>
    <w:rsid w:val="0077157C"/>
    <w:rsid w:val="007720E1"/>
    <w:rsid w:val="00772AE0"/>
    <w:rsid w:val="00775B6E"/>
    <w:rsid w:val="0077782A"/>
    <w:rsid w:val="007833DB"/>
    <w:rsid w:val="007846CB"/>
    <w:rsid w:val="00785B86"/>
    <w:rsid w:val="00786E13"/>
    <w:rsid w:val="0078713A"/>
    <w:rsid w:val="00791B96"/>
    <w:rsid w:val="0079698D"/>
    <w:rsid w:val="007A095B"/>
    <w:rsid w:val="007A584F"/>
    <w:rsid w:val="007B63A8"/>
    <w:rsid w:val="007C61DA"/>
    <w:rsid w:val="007E05EB"/>
    <w:rsid w:val="007E566F"/>
    <w:rsid w:val="00801F4E"/>
    <w:rsid w:val="00805546"/>
    <w:rsid w:val="00812AD4"/>
    <w:rsid w:val="0082034B"/>
    <w:rsid w:val="00823B35"/>
    <w:rsid w:val="00831279"/>
    <w:rsid w:val="00840F0E"/>
    <w:rsid w:val="008449DA"/>
    <w:rsid w:val="008474F3"/>
    <w:rsid w:val="00847894"/>
    <w:rsid w:val="008506C6"/>
    <w:rsid w:val="00852B87"/>
    <w:rsid w:val="00854743"/>
    <w:rsid w:val="00860043"/>
    <w:rsid w:val="008617DA"/>
    <w:rsid w:val="00880A9A"/>
    <w:rsid w:val="00885839"/>
    <w:rsid w:val="00885EF6"/>
    <w:rsid w:val="0088673E"/>
    <w:rsid w:val="00886EF4"/>
    <w:rsid w:val="00896950"/>
    <w:rsid w:val="008A0CC3"/>
    <w:rsid w:val="008A1B30"/>
    <w:rsid w:val="008A2238"/>
    <w:rsid w:val="008A433C"/>
    <w:rsid w:val="008C4DCF"/>
    <w:rsid w:val="008D273E"/>
    <w:rsid w:val="008D4ACE"/>
    <w:rsid w:val="008D7011"/>
    <w:rsid w:val="008E2944"/>
    <w:rsid w:val="008E7920"/>
    <w:rsid w:val="008E7D29"/>
    <w:rsid w:val="008F127B"/>
    <w:rsid w:val="00902B81"/>
    <w:rsid w:val="00903CE9"/>
    <w:rsid w:val="0091075F"/>
    <w:rsid w:val="009153E7"/>
    <w:rsid w:val="0091622E"/>
    <w:rsid w:val="0091773E"/>
    <w:rsid w:val="0092206B"/>
    <w:rsid w:val="00923F93"/>
    <w:rsid w:val="00927D8D"/>
    <w:rsid w:val="00932229"/>
    <w:rsid w:val="0093378E"/>
    <w:rsid w:val="00935D22"/>
    <w:rsid w:val="00936932"/>
    <w:rsid w:val="00942E83"/>
    <w:rsid w:val="009477AC"/>
    <w:rsid w:val="00947CAE"/>
    <w:rsid w:val="00947EC9"/>
    <w:rsid w:val="00956DB7"/>
    <w:rsid w:val="00957568"/>
    <w:rsid w:val="00961F82"/>
    <w:rsid w:val="00962453"/>
    <w:rsid w:val="00965F06"/>
    <w:rsid w:val="009664A7"/>
    <w:rsid w:val="00966DB7"/>
    <w:rsid w:val="00973DAA"/>
    <w:rsid w:val="00976CFE"/>
    <w:rsid w:val="00980826"/>
    <w:rsid w:val="00980FF0"/>
    <w:rsid w:val="00986CC8"/>
    <w:rsid w:val="009878E1"/>
    <w:rsid w:val="00993FDE"/>
    <w:rsid w:val="0099528A"/>
    <w:rsid w:val="00995A4B"/>
    <w:rsid w:val="00995E1A"/>
    <w:rsid w:val="009A147F"/>
    <w:rsid w:val="009B1A35"/>
    <w:rsid w:val="009B206F"/>
    <w:rsid w:val="009B3EE7"/>
    <w:rsid w:val="009B57EA"/>
    <w:rsid w:val="009B5FDF"/>
    <w:rsid w:val="009C07EE"/>
    <w:rsid w:val="009D499F"/>
    <w:rsid w:val="009D78CB"/>
    <w:rsid w:val="009E1C22"/>
    <w:rsid w:val="009E45CA"/>
    <w:rsid w:val="009F34FE"/>
    <w:rsid w:val="009F3EEC"/>
    <w:rsid w:val="009F5464"/>
    <w:rsid w:val="009F754B"/>
    <w:rsid w:val="009F76BF"/>
    <w:rsid w:val="00A01ED9"/>
    <w:rsid w:val="00A04076"/>
    <w:rsid w:val="00A0740D"/>
    <w:rsid w:val="00A076BB"/>
    <w:rsid w:val="00A1780E"/>
    <w:rsid w:val="00A22E61"/>
    <w:rsid w:val="00A26A96"/>
    <w:rsid w:val="00A3341F"/>
    <w:rsid w:val="00A3652C"/>
    <w:rsid w:val="00A36540"/>
    <w:rsid w:val="00A3680B"/>
    <w:rsid w:val="00A41E9E"/>
    <w:rsid w:val="00A61B8E"/>
    <w:rsid w:val="00A64908"/>
    <w:rsid w:val="00A64C74"/>
    <w:rsid w:val="00A6569F"/>
    <w:rsid w:val="00A70730"/>
    <w:rsid w:val="00A7286A"/>
    <w:rsid w:val="00A806D5"/>
    <w:rsid w:val="00A838A7"/>
    <w:rsid w:val="00A939D0"/>
    <w:rsid w:val="00A95C2A"/>
    <w:rsid w:val="00A96462"/>
    <w:rsid w:val="00AA1C0D"/>
    <w:rsid w:val="00AB4AB3"/>
    <w:rsid w:val="00AB69EA"/>
    <w:rsid w:val="00AC7A0A"/>
    <w:rsid w:val="00AD1F5C"/>
    <w:rsid w:val="00AD2CB6"/>
    <w:rsid w:val="00AD6735"/>
    <w:rsid w:val="00AD6CD0"/>
    <w:rsid w:val="00AE0E35"/>
    <w:rsid w:val="00AE10E9"/>
    <w:rsid w:val="00AE151B"/>
    <w:rsid w:val="00AE2C09"/>
    <w:rsid w:val="00AE6F25"/>
    <w:rsid w:val="00AF2433"/>
    <w:rsid w:val="00AF4205"/>
    <w:rsid w:val="00AF4F48"/>
    <w:rsid w:val="00B05868"/>
    <w:rsid w:val="00B068AC"/>
    <w:rsid w:val="00B12B7E"/>
    <w:rsid w:val="00B142DB"/>
    <w:rsid w:val="00B17534"/>
    <w:rsid w:val="00B2098A"/>
    <w:rsid w:val="00B20A52"/>
    <w:rsid w:val="00B24400"/>
    <w:rsid w:val="00B24C46"/>
    <w:rsid w:val="00B25A94"/>
    <w:rsid w:val="00B31C3F"/>
    <w:rsid w:val="00B35CEB"/>
    <w:rsid w:val="00B40A0B"/>
    <w:rsid w:val="00B417A2"/>
    <w:rsid w:val="00B45E2B"/>
    <w:rsid w:val="00B45E90"/>
    <w:rsid w:val="00B469DB"/>
    <w:rsid w:val="00B47BDA"/>
    <w:rsid w:val="00B51010"/>
    <w:rsid w:val="00B53694"/>
    <w:rsid w:val="00B5455A"/>
    <w:rsid w:val="00B64199"/>
    <w:rsid w:val="00B66133"/>
    <w:rsid w:val="00B85A06"/>
    <w:rsid w:val="00B92C69"/>
    <w:rsid w:val="00B94371"/>
    <w:rsid w:val="00BA0F60"/>
    <w:rsid w:val="00BA211C"/>
    <w:rsid w:val="00BA45A1"/>
    <w:rsid w:val="00BA4FC4"/>
    <w:rsid w:val="00BC07DD"/>
    <w:rsid w:val="00BC0F5D"/>
    <w:rsid w:val="00BC179C"/>
    <w:rsid w:val="00BC7EF9"/>
    <w:rsid w:val="00BD51D8"/>
    <w:rsid w:val="00BD55A7"/>
    <w:rsid w:val="00BD5990"/>
    <w:rsid w:val="00BD7D1D"/>
    <w:rsid w:val="00BE337A"/>
    <w:rsid w:val="00BE3A8F"/>
    <w:rsid w:val="00BE4C59"/>
    <w:rsid w:val="00BF411B"/>
    <w:rsid w:val="00C01B2C"/>
    <w:rsid w:val="00C046D2"/>
    <w:rsid w:val="00C050E4"/>
    <w:rsid w:val="00C06D0F"/>
    <w:rsid w:val="00C14636"/>
    <w:rsid w:val="00C163B3"/>
    <w:rsid w:val="00C23A1A"/>
    <w:rsid w:val="00C2492C"/>
    <w:rsid w:val="00C352D2"/>
    <w:rsid w:val="00C3681C"/>
    <w:rsid w:val="00C41CD9"/>
    <w:rsid w:val="00C420E0"/>
    <w:rsid w:val="00C42535"/>
    <w:rsid w:val="00C42B3C"/>
    <w:rsid w:val="00C514AA"/>
    <w:rsid w:val="00C624CC"/>
    <w:rsid w:val="00C665E7"/>
    <w:rsid w:val="00C67BF6"/>
    <w:rsid w:val="00C74548"/>
    <w:rsid w:val="00C74A9C"/>
    <w:rsid w:val="00C77215"/>
    <w:rsid w:val="00C824C7"/>
    <w:rsid w:val="00C87280"/>
    <w:rsid w:val="00C9285E"/>
    <w:rsid w:val="00C94095"/>
    <w:rsid w:val="00CA4704"/>
    <w:rsid w:val="00CA486B"/>
    <w:rsid w:val="00CA670C"/>
    <w:rsid w:val="00CA6A51"/>
    <w:rsid w:val="00CA6B41"/>
    <w:rsid w:val="00CA7B19"/>
    <w:rsid w:val="00CB3570"/>
    <w:rsid w:val="00CB3877"/>
    <w:rsid w:val="00CB60EB"/>
    <w:rsid w:val="00CC51B6"/>
    <w:rsid w:val="00CC57B0"/>
    <w:rsid w:val="00CC76EB"/>
    <w:rsid w:val="00CD0AFE"/>
    <w:rsid w:val="00CD2C04"/>
    <w:rsid w:val="00CD38CC"/>
    <w:rsid w:val="00CD572A"/>
    <w:rsid w:val="00CF33C9"/>
    <w:rsid w:val="00D01ADD"/>
    <w:rsid w:val="00D04559"/>
    <w:rsid w:val="00D046AD"/>
    <w:rsid w:val="00D051D7"/>
    <w:rsid w:val="00D075D4"/>
    <w:rsid w:val="00D11FEF"/>
    <w:rsid w:val="00D20937"/>
    <w:rsid w:val="00D24858"/>
    <w:rsid w:val="00D27F3F"/>
    <w:rsid w:val="00D3013C"/>
    <w:rsid w:val="00D31998"/>
    <w:rsid w:val="00D329E6"/>
    <w:rsid w:val="00D42D46"/>
    <w:rsid w:val="00D52175"/>
    <w:rsid w:val="00D52293"/>
    <w:rsid w:val="00D52A80"/>
    <w:rsid w:val="00D57653"/>
    <w:rsid w:val="00D61C32"/>
    <w:rsid w:val="00D6610E"/>
    <w:rsid w:val="00D66E12"/>
    <w:rsid w:val="00D7067B"/>
    <w:rsid w:val="00D72016"/>
    <w:rsid w:val="00D727D3"/>
    <w:rsid w:val="00D729B1"/>
    <w:rsid w:val="00D72DA5"/>
    <w:rsid w:val="00D7496B"/>
    <w:rsid w:val="00D7753F"/>
    <w:rsid w:val="00D77B58"/>
    <w:rsid w:val="00D824C2"/>
    <w:rsid w:val="00D8300B"/>
    <w:rsid w:val="00D83D8A"/>
    <w:rsid w:val="00D8614D"/>
    <w:rsid w:val="00D875EE"/>
    <w:rsid w:val="00D87B81"/>
    <w:rsid w:val="00D93809"/>
    <w:rsid w:val="00D93AD2"/>
    <w:rsid w:val="00DA02B8"/>
    <w:rsid w:val="00DA0908"/>
    <w:rsid w:val="00DA29A2"/>
    <w:rsid w:val="00DB00E7"/>
    <w:rsid w:val="00DB310C"/>
    <w:rsid w:val="00DB4CF7"/>
    <w:rsid w:val="00DC4BF7"/>
    <w:rsid w:val="00DD0070"/>
    <w:rsid w:val="00DD2357"/>
    <w:rsid w:val="00DD483B"/>
    <w:rsid w:val="00DE3B34"/>
    <w:rsid w:val="00DE3DAB"/>
    <w:rsid w:val="00DE5002"/>
    <w:rsid w:val="00DE61E5"/>
    <w:rsid w:val="00DE7CB3"/>
    <w:rsid w:val="00DF352F"/>
    <w:rsid w:val="00DF7825"/>
    <w:rsid w:val="00E0143E"/>
    <w:rsid w:val="00E0296A"/>
    <w:rsid w:val="00E06A23"/>
    <w:rsid w:val="00E1572B"/>
    <w:rsid w:val="00E216FC"/>
    <w:rsid w:val="00E22A84"/>
    <w:rsid w:val="00E24DC2"/>
    <w:rsid w:val="00E32E24"/>
    <w:rsid w:val="00E33192"/>
    <w:rsid w:val="00E40A82"/>
    <w:rsid w:val="00E4765F"/>
    <w:rsid w:val="00E55E41"/>
    <w:rsid w:val="00E654FA"/>
    <w:rsid w:val="00E72E7B"/>
    <w:rsid w:val="00E873A0"/>
    <w:rsid w:val="00E87B80"/>
    <w:rsid w:val="00E87E26"/>
    <w:rsid w:val="00E9184B"/>
    <w:rsid w:val="00E91B1B"/>
    <w:rsid w:val="00E9678A"/>
    <w:rsid w:val="00E9695A"/>
    <w:rsid w:val="00E96C2D"/>
    <w:rsid w:val="00EA037D"/>
    <w:rsid w:val="00EA577D"/>
    <w:rsid w:val="00EB15E5"/>
    <w:rsid w:val="00EB206A"/>
    <w:rsid w:val="00EB3542"/>
    <w:rsid w:val="00ED0866"/>
    <w:rsid w:val="00ED4F3B"/>
    <w:rsid w:val="00ED7D31"/>
    <w:rsid w:val="00EE0E6F"/>
    <w:rsid w:val="00EE26B4"/>
    <w:rsid w:val="00EE57BD"/>
    <w:rsid w:val="00EE74A6"/>
    <w:rsid w:val="00EE7D3E"/>
    <w:rsid w:val="00EF08CD"/>
    <w:rsid w:val="00EF2198"/>
    <w:rsid w:val="00EF68AF"/>
    <w:rsid w:val="00F021A4"/>
    <w:rsid w:val="00F02856"/>
    <w:rsid w:val="00F028AA"/>
    <w:rsid w:val="00F02DBF"/>
    <w:rsid w:val="00F12369"/>
    <w:rsid w:val="00F14225"/>
    <w:rsid w:val="00F1665D"/>
    <w:rsid w:val="00F30086"/>
    <w:rsid w:val="00F31E9D"/>
    <w:rsid w:val="00F34D0E"/>
    <w:rsid w:val="00F41C0C"/>
    <w:rsid w:val="00F53303"/>
    <w:rsid w:val="00F56CE5"/>
    <w:rsid w:val="00F57D6D"/>
    <w:rsid w:val="00F612E8"/>
    <w:rsid w:val="00F63586"/>
    <w:rsid w:val="00F71D19"/>
    <w:rsid w:val="00F7357A"/>
    <w:rsid w:val="00F75429"/>
    <w:rsid w:val="00F75FE8"/>
    <w:rsid w:val="00F805C3"/>
    <w:rsid w:val="00F809E0"/>
    <w:rsid w:val="00F8457C"/>
    <w:rsid w:val="00F87185"/>
    <w:rsid w:val="00F90D75"/>
    <w:rsid w:val="00F92B9B"/>
    <w:rsid w:val="00F931BA"/>
    <w:rsid w:val="00F96763"/>
    <w:rsid w:val="00F97C53"/>
    <w:rsid w:val="00FA254F"/>
    <w:rsid w:val="00FA4D81"/>
    <w:rsid w:val="00FA7264"/>
    <w:rsid w:val="00FB11BB"/>
    <w:rsid w:val="00FB218C"/>
    <w:rsid w:val="00FB22C8"/>
    <w:rsid w:val="00FB4297"/>
    <w:rsid w:val="00FB48EB"/>
    <w:rsid w:val="00FB7CF8"/>
    <w:rsid w:val="00FC4077"/>
    <w:rsid w:val="00FC7E42"/>
    <w:rsid w:val="00FD161A"/>
    <w:rsid w:val="00FD2329"/>
    <w:rsid w:val="00FE1CFD"/>
    <w:rsid w:val="00FE2976"/>
    <w:rsid w:val="00FE2C6B"/>
    <w:rsid w:val="00FF1CF3"/>
    <w:rsid w:val="00FF5CCC"/>
    <w:rsid w:val="1C1B0BCB"/>
    <w:rsid w:val="2FBB0158"/>
    <w:rsid w:val="3A24E88B"/>
    <w:rsid w:val="4BFC077B"/>
    <w:rsid w:val="6E10AF87"/>
    <w:rsid w:val="6F4B4F80"/>
    <w:rsid w:val="6F4C3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1166D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80826"/>
    <w:rPr>
      <w:rFonts w:ascii="Tahoma" w:hAnsi="Tahoma"/>
      <w:sz w:val="18"/>
      <w:szCs w:val="24"/>
    </w:rPr>
  </w:style>
  <w:style w:type="paragraph" w:styleId="Heading1">
    <w:name w:val="heading 1"/>
    <w:basedOn w:val="Normal"/>
    <w:link w:val="Heading1Char"/>
    <w:qFormat/>
    <w:rsid w:val="0098082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qFormat/>
    <w:rsid w:val="00980826"/>
    <w:pPr>
      <w:keepNext/>
      <w:jc w:val="center"/>
      <w:outlineLvl w:val="1"/>
    </w:pPr>
    <w:rPr>
      <w:rFonts w:ascii="Verdana" w:hAnsi="Verdana" w:cs="Arial"/>
      <w:color w:val="0000FF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980826"/>
    <w:rPr>
      <w:rFonts w:ascii="Courier New" w:hAnsi="Courier New" w:cs="Courier New"/>
      <w:sz w:val="20"/>
      <w:szCs w:val="20"/>
    </w:rPr>
  </w:style>
  <w:style w:type="character" w:styleId="Hyperlink">
    <w:name w:val="Hyperlink"/>
    <w:rsid w:val="00980826"/>
    <w:rPr>
      <w:color w:val="0000FF"/>
      <w:u w:val="single"/>
    </w:rPr>
  </w:style>
  <w:style w:type="paragraph" w:styleId="BodyText">
    <w:name w:val="Body Text"/>
    <w:basedOn w:val="Normal"/>
    <w:semiHidden/>
    <w:rsid w:val="00980826"/>
    <w:pPr>
      <w:autoSpaceDE w:val="0"/>
      <w:autoSpaceDN w:val="0"/>
      <w:adjustRightInd w:val="0"/>
    </w:pPr>
    <w:rPr>
      <w:rFonts w:ascii="Arial" w:hAnsi="Arial" w:cs="Arial"/>
      <w:i/>
      <w:iCs/>
      <w:sz w:val="20"/>
      <w:szCs w:val="20"/>
    </w:rPr>
  </w:style>
  <w:style w:type="paragraph" w:styleId="BodyTextIndent">
    <w:name w:val="Body Text Indent"/>
    <w:basedOn w:val="Normal"/>
    <w:semiHidden/>
    <w:rsid w:val="00980826"/>
    <w:pPr>
      <w:tabs>
        <w:tab w:val="left" w:pos="1980"/>
      </w:tabs>
      <w:autoSpaceDE w:val="0"/>
      <w:autoSpaceDN w:val="0"/>
      <w:adjustRightInd w:val="0"/>
      <w:spacing w:line="240" w:lineRule="atLeast"/>
      <w:ind w:left="1440"/>
    </w:pPr>
    <w:rPr>
      <w:rFonts w:ascii="Helv" w:hAnsi="Helv"/>
      <w:color w:val="000000"/>
      <w:sz w:val="20"/>
      <w:szCs w:val="20"/>
    </w:rPr>
  </w:style>
  <w:style w:type="paragraph" w:styleId="BodyText2">
    <w:name w:val="Body Text 2"/>
    <w:basedOn w:val="Normal"/>
    <w:semiHidden/>
    <w:rsid w:val="00980826"/>
    <w:pPr>
      <w:jc w:val="both"/>
    </w:pPr>
    <w:rPr>
      <w:rFonts w:cs="Tahoma"/>
    </w:rPr>
  </w:style>
  <w:style w:type="paragraph" w:styleId="BodyText3">
    <w:name w:val="Body Text 3"/>
    <w:basedOn w:val="Normal"/>
    <w:semiHidden/>
    <w:rsid w:val="00980826"/>
    <w:pPr>
      <w:jc w:val="both"/>
    </w:pPr>
    <w:rPr>
      <w:rFonts w:cs="Tahoma"/>
      <w:i/>
      <w:iCs/>
      <w:szCs w:val="18"/>
    </w:rPr>
  </w:style>
  <w:style w:type="paragraph" w:styleId="BalloonText">
    <w:name w:val="Balloon Text"/>
    <w:basedOn w:val="Normal"/>
    <w:semiHidden/>
    <w:rsid w:val="00980826"/>
    <w:rPr>
      <w:rFonts w:cs="Tahoma"/>
      <w:sz w:val="16"/>
      <w:szCs w:val="16"/>
    </w:rPr>
  </w:style>
  <w:style w:type="character" w:styleId="CommentReference">
    <w:name w:val="annotation reference"/>
    <w:semiHidden/>
    <w:rsid w:val="0098082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980826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80826"/>
    <w:rPr>
      <w:b/>
      <w:bCs/>
    </w:rPr>
  </w:style>
  <w:style w:type="character" w:customStyle="1" w:styleId="Heading1Char">
    <w:name w:val="Heading 1 Char"/>
    <w:link w:val="Heading1"/>
    <w:rsid w:val="00980826"/>
    <w:rPr>
      <w:b/>
      <w:bCs/>
      <w:kern w:val="36"/>
      <w:sz w:val="48"/>
      <w:szCs w:val="48"/>
    </w:rPr>
  </w:style>
  <w:style w:type="character" w:customStyle="1" w:styleId="Heading2Char">
    <w:name w:val="Heading 2 Char"/>
    <w:link w:val="Heading2"/>
    <w:rsid w:val="00980826"/>
    <w:rPr>
      <w:rFonts w:ascii="Verdana" w:hAnsi="Verdana" w:cs="Arial"/>
      <w:color w:val="0000FF"/>
      <w:sz w:val="24"/>
      <w:szCs w:val="27"/>
    </w:rPr>
  </w:style>
  <w:style w:type="character" w:styleId="Strong">
    <w:name w:val="Strong"/>
    <w:qFormat/>
    <w:rsid w:val="00980826"/>
    <w:rPr>
      <w:b/>
      <w:bCs/>
    </w:rPr>
  </w:style>
  <w:style w:type="character" w:styleId="Emphasis">
    <w:name w:val="Emphasis"/>
    <w:qFormat/>
    <w:rsid w:val="00980826"/>
    <w:rPr>
      <w:i/>
      <w:iCs/>
    </w:rPr>
  </w:style>
  <w:style w:type="paragraph" w:customStyle="1" w:styleId="Skillstext">
    <w:name w:val="Skills text"/>
    <w:basedOn w:val="Normal"/>
    <w:rsid w:val="00980826"/>
    <w:pPr>
      <w:ind w:left="1440" w:hanging="1440"/>
      <w:jc w:val="both"/>
    </w:pPr>
    <w:rPr>
      <w:rFonts w:ascii="Arial" w:hAnsi="Arial"/>
      <w:sz w:val="20"/>
      <w:szCs w:val="20"/>
    </w:rPr>
  </w:style>
  <w:style w:type="character" w:customStyle="1" w:styleId="PlainTextChar">
    <w:name w:val="Plain Text Char"/>
    <w:link w:val="PlainText"/>
    <w:rsid w:val="00980826"/>
    <w:rPr>
      <w:rFonts w:ascii="Courier New" w:hAnsi="Courier New" w:cs="Courier New"/>
    </w:rPr>
  </w:style>
  <w:style w:type="character" w:customStyle="1" w:styleId="emailstyle16">
    <w:name w:val="emailstyle16"/>
    <w:basedOn w:val="DefaultParagraphFont"/>
    <w:rsid w:val="00980826"/>
  </w:style>
  <w:style w:type="paragraph" w:styleId="Header">
    <w:name w:val="header"/>
    <w:basedOn w:val="Normal"/>
    <w:link w:val="HeaderChar"/>
    <w:uiPriority w:val="99"/>
    <w:unhideWhenUsed/>
    <w:rsid w:val="0098082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98082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8082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980826"/>
    <w:rPr>
      <w:sz w:val="24"/>
      <w:szCs w:val="24"/>
    </w:rPr>
  </w:style>
  <w:style w:type="paragraph" w:customStyle="1" w:styleId="Name">
    <w:name w:val="Name"/>
    <w:basedOn w:val="PlainText"/>
    <w:rsid w:val="00980826"/>
    <w:pPr>
      <w:spacing w:before="120"/>
    </w:pPr>
    <w:rPr>
      <w:rFonts w:ascii="Tahoma" w:eastAsia="MS Mincho" w:hAnsi="Tahoma" w:cs="Tahoma"/>
      <w:b/>
      <w:bCs/>
      <w:caps/>
      <w:spacing w:val="20"/>
      <w:sz w:val="36"/>
    </w:rPr>
  </w:style>
  <w:style w:type="paragraph" w:customStyle="1" w:styleId="Address">
    <w:name w:val="Address"/>
    <w:basedOn w:val="PlainText"/>
    <w:rsid w:val="00980826"/>
    <w:pPr>
      <w:spacing w:before="120" w:after="120"/>
      <w:jc w:val="both"/>
    </w:pPr>
    <w:rPr>
      <w:rFonts w:ascii="Tahoma" w:eastAsia="MS Mincho" w:hAnsi="Tahoma" w:cs="Tahoma"/>
    </w:rPr>
  </w:style>
  <w:style w:type="paragraph" w:customStyle="1" w:styleId="ResumeTitle">
    <w:name w:val="Resume Title"/>
    <w:basedOn w:val="PlainText"/>
    <w:rsid w:val="00980826"/>
    <w:pPr>
      <w:spacing w:before="240"/>
      <w:jc w:val="both"/>
    </w:pPr>
    <w:rPr>
      <w:rFonts w:ascii="Tahoma" w:eastAsia="MS Mincho" w:hAnsi="Tahoma" w:cs="Tahoma"/>
      <w:b/>
      <w:bCs/>
      <w:sz w:val="24"/>
      <w:szCs w:val="24"/>
    </w:rPr>
  </w:style>
  <w:style w:type="paragraph" w:customStyle="1" w:styleId="ResumeOverviewtext">
    <w:name w:val="Resume Overview text"/>
    <w:basedOn w:val="PlainText"/>
    <w:link w:val="ResumeOverviewtextChar"/>
    <w:rsid w:val="00980826"/>
    <w:pPr>
      <w:spacing w:after="240"/>
      <w:jc w:val="both"/>
    </w:pPr>
    <w:rPr>
      <w:rFonts w:ascii="Tahoma" w:eastAsia="MS Mincho" w:hAnsi="Tahoma" w:cs="Tahoma"/>
    </w:rPr>
  </w:style>
  <w:style w:type="paragraph" w:customStyle="1" w:styleId="ResumeSectionHeaders">
    <w:name w:val="Resume Section Headers"/>
    <w:basedOn w:val="PlainText"/>
    <w:link w:val="ResumeSectionHeadersChar"/>
    <w:rsid w:val="00980826"/>
    <w:pPr>
      <w:keepNext/>
      <w:spacing w:before="240"/>
      <w:jc w:val="both"/>
    </w:pPr>
    <w:rPr>
      <w:rFonts w:ascii="Tahoma" w:eastAsia="MS Mincho" w:hAnsi="Tahoma" w:cs="Tahoma"/>
      <w:b/>
      <w:bCs/>
      <w:sz w:val="24"/>
      <w:szCs w:val="24"/>
    </w:rPr>
  </w:style>
  <w:style w:type="character" w:customStyle="1" w:styleId="ResumeSectionHeadersChar">
    <w:name w:val="Resume Section Headers Char"/>
    <w:link w:val="ResumeSectionHeaders"/>
    <w:rsid w:val="00980826"/>
    <w:rPr>
      <w:rFonts w:ascii="Tahoma" w:eastAsia="MS Mincho" w:hAnsi="Tahoma" w:cs="Tahoma"/>
      <w:b/>
      <w:bCs/>
      <w:sz w:val="24"/>
      <w:szCs w:val="24"/>
      <w:lang w:val="en-US" w:eastAsia="en-US" w:bidi="ar-SA"/>
    </w:rPr>
  </w:style>
  <w:style w:type="paragraph" w:customStyle="1" w:styleId="SubmitResume">
    <w:name w:val="Submit Resume"/>
    <w:basedOn w:val="Normal"/>
    <w:rsid w:val="00980826"/>
    <w:pPr>
      <w:spacing w:before="100"/>
    </w:pPr>
    <w:rPr>
      <w:rFonts w:ascii="Verdana" w:hAnsi="Verdana" w:cs="MS Shell Dlg"/>
      <w:i/>
      <w:color w:val="333399"/>
      <w:sz w:val="16"/>
      <w:szCs w:val="15"/>
    </w:rPr>
  </w:style>
  <w:style w:type="paragraph" w:customStyle="1" w:styleId="ResumeBulletPoints">
    <w:name w:val="Resume Bullet Points"/>
    <w:basedOn w:val="Normal"/>
    <w:rsid w:val="00980826"/>
    <w:pPr>
      <w:numPr>
        <w:numId w:val="1"/>
      </w:numPr>
      <w:autoSpaceDE w:val="0"/>
      <w:autoSpaceDN w:val="0"/>
      <w:adjustRightInd w:val="0"/>
      <w:spacing w:after="120"/>
      <w:jc w:val="both"/>
    </w:pPr>
    <w:rPr>
      <w:rFonts w:cs="Tahoma"/>
      <w:sz w:val="20"/>
      <w:szCs w:val="20"/>
    </w:rPr>
  </w:style>
  <w:style w:type="paragraph" w:customStyle="1" w:styleId="KeyResults">
    <w:name w:val="Key Results"/>
    <w:basedOn w:val="ResumeOverviewtext"/>
    <w:rsid w:val="00980826"/>
    <w:pPr>
      <w:keepNext/>
      <w:spacing w:before="120" w:after="80"/>
    </w:pPr>
    <w:rPr>
      <w:b/>
      <w:bCs/>
      <w:i/>
      <w:iCs/>
    </w:rPr>
  </w:style>
  <w:style w:type="paragraph" w:customStyle="1" w:styleId="BusinessNameAllCaps">
    <w:name w:val="Business Name All Caps"/>
    <w:basedOn w:val="PlainText"/>
    <w:rsid w:val="00980826"/>
    <w:pPr>
      <w:keepNext/>
      <w:spacing w:before="120"/>
      <w:jc w:val="both"/>
    </w:pPr>
    <w:rPr>
      <w:rFonts w:ascii="Tahoma" w:eastAsia="MS Mincho" w:hAnsi="Tahoma" w:cs="Tahoma"/>
      <w:b/>
      <w:caps/>
      <w:szCs w:val="22"/>
    </w:rPr>
  </w:style>
  <w:style w:type="paragraph" w:customStyle="1" w:styleId="DateRange">
    <w:name w:val="Date Range"/>
    <w:basedOn w:val="Normal"/>
    <w:rsid w:val="00980826"/>
    <w:pPr>
      <w:keepNext/>
      <w:spacing w:before="120"/>
      <w:jc w:val="right"/>
    </w:pPr>
    <w:rPr>
      <w:rFonts w:eastAsia="MS Mincho"/>
      <w:sz w:val="20"/>
    </w:rPr>
  </w:style>
  <w:style w:type="paragraph" w:customStyle="1" w:styleId="TechSummaryBold">
    <w:name w:val="Tech Summary Bold"/>
    <w:basedOn w:val="PlainText"/>
    <w:rsid w:val="00980826"/>
    <w:rPr>
      <w:rFonts w:ascii="Tahoma" w:eastAsia="MS Mincho" w:hAnsi="Tahoma" w:cs="Tahoma"/>
      <w:b/>
      <w:bCs/>
    </w:rPr>
  </w:style>
  <w:style w:type="paragraph" w:customStyle="1" w:styleId="TechSummaryPlain">
    <w:name w:val="Tech Summary Plain"/>
    <w:basedOn w:val="ResumeOverviewtext"/>
    <w:rsid w:val="00980826"/>
  </w:style>
  <w:style w:type="paragraph" w:customStyle="1" w:styleId="JobTitle">
    <w:name w:val="Job Title"/>
    <w:basedOn w:val="PlainText"/>
    <w:link w:val="JobTitleChar"/>
    <w:rsid w:val="00980826"/>
    <w:pPr>
      <w:keepNext/>
      <w:spacing w:before="40" w:after="80"/>
      <w:jc w:val="both"/>
    </w:pPr>
    <w:rPr>
      <w:rFonts w:ascii="Tahoma" w:hAnsi="Tahoma" w:cs="Tahoma"/>
      <w:iCs/>
      <w:u w:val="single"/>
    </w:rPr>
  </w:style>
  <w:style w:type="paragraph" w:customStyle="1" w:styleId="Jobtitleinfo">
    <w:name w:val="Job title info"/>
    <w:basedOn w:val="JobTitle"/>
    <w:link w:val="JobtitleinfoChar"/>
    <w:rsid w:val="00980826"/>
    <w:rPr>
      <w:b/>
      <w:i/>
      <w:u w:val="none"/>
    </w:rPr>
  </w:style>
  <w:style w:type="character" w:customStyle="1" w:styleId="JobTitleChar">
    <w:name w:val="Job Title Char"/>
    <w:link w:val="JobTitle"/>
    <w:rsid w:val="00980826"/>
    <w:rPr>
      <w:rFonts w:ascii="Tahoma" w:hAnsi="Tahoma" w:cs="Tahoma"/>
      <w:iCs/>
      <w:u w:val="single"/>
    </w:rPr>
  </w:style>
  <w:style w:type="character" w:customStyle="1" w:styleId="JobtitleinfoChar">
    <w:name w:val="Job title info Char"/>
    <w:link w:val="Jobtitleinfo"/>
    <w:rsid w:val="00980826"/>
    <w:rPr>
      <w:rFonts w:ascii="Tahoma" w:hAnsi="Tahoma" w:cs="Tahoma"/>
      <w:i/>
      <w:iCs/>
      <w:u w:val="single"/>
    </w:rPr>
  </w:style>
  <w:style w:type="paragraph" w:customStyle="1" w:styleId="Location">
    <w:name w:val="Location"/>
    <w:basedOn w:val="ResumeOverviewtext"/>
    <w:link w:val="LocationChar"/>
    <w:rsid w:val="00980826"/>
    <w:pPr>
      <w:spacing w:before="120" w:after="0"/>
    </w:pPr>
  </w:style>
  <w:style w:type="character" w:customStyle="1" w:styleId="ResumeOverviewtextChar">
    <w:name w:val="Resume Overview text Char"/>
    <w:link w:val="ResumeOverviewtext"/>
    <w:rsid w:val="00980826"/>
    <w:rPr>
      <w:rFonts w:ascii="Tahoma" w:eastAsia="MS Mincho" w:hAnsi="Tahoma" w:cs="Tahoma"/>
      <w:lang w:val="en-US" w:eastAsia="en-US" w:bidi="ar-SA"/>
    </w:rPr>
  </w:style>
  <w:style w:type="character" w:customStyle="1" w:styleId="LocationChar">
    <w:name w:val="Location Char"/>
    <w:link w:val="Location"/>
    <w:rsid w:val="00980826"/>
    <w:rPr>
      <w:rFonts w:ascii="Tahoma" w:eastAsia="MS Mincho" w:hAnsi="Tahoma" w:cs="Tahoma"/>
      <w:lang w:val="en-US" w:eastAsia="en-US" w:bidi="ar-SA"/>
    </w:rPr>
  </w:style>
  <w:style w:type="paragraph" w:customStyle="1" w:styleId="CollegeDegree">
    <w:name w:val="College Degree"/>
    <w:basedOn w:val="Skillstext"/>
    <w:rsid w:val="00980826"/>
    <w:pPr>
      <w:spacing w:after="40"/>
      <w:ind w:left="0" w:firstLine="0"/>
    </w:pPr>
    <w:rPr>
      <w:rFonts w:ascii="Tahoma" w:hAnsi="Tahoma" w:cs="Tahoma"/>
      <w:b/>
      <w:bCs/>
    </w:rPr>
  </w:style>
  <w:style w:type="character" w:styleId="PageNumber">
    <w:name w:val="page number"/>
    <w:basedOn w:val="DefaultParagraphFont"/>
    <w:rsid w:val="00980826"/>
  </w:style>
  <w:style w:type="paragraph" w:customStyle="1" w:styleId="StyleJobTitleNounderline">
    <w:name w:val="Style Job Title No underline"/>
    <w:basedOn w:val="JobTitle"/>
    <w:link w:val="StyleJobTitleNounderlineCharChar"/>
    <w:rsid w:val="00980826"/>
    <w:rPr>
      <w:bCs/>
      <w:iCs w:val="0"/>
      <w:u w:val="none"/>
    </w:rPr>
  </w:style>
  <w:style w:type="character" w:customStyle="1" w:styleId="StyleJobTitleNounderlineCharChar">
    <w:name w:val="Style Job Title No underline Char Char"/>
    <w:link w:val="StyleJobTitleNounderline"/>
    <w:rsid w:val="00980826"/>
    <w:rPr>
      <w:rFonts w:ascii="Tahoma" w:hAnsi="Tahoma" w:cs="Tahoma"/>
      <w:bCs/>
      <w:iCs/>
      <w:u w:val="single"/>
    </w:rPr>
  </w:style>
  <w:style w:type="paragraph" w:styleId="ListParagraph">
    <w:name w:val="List Paragraph"/>
    <w:basedOn w:val="Normal"/>
    <w:uiPriority w:val="34"/>
    <w:qFormat/>
    <w:rsid w:val="00980826"/>
    <w:pPr>
      <w:ind w:left="720"/>
      <w:contextualSpacing/>
    </w:pPr>
    <w:rPr>
      <w:rFonts w:ascii="Times New Roman" w:hAnsi="Times New Roman"/>
      <w:sz w:val="24"/>
      <w:szCs w:val="20"/>
    </w:rPr>
  </w:style>
  <w:style w:type="table" w:styleId="TableGrid">
    <w:name w:val="Table Grid"/>
    <w:basedOn w:val="TableNormal"/>
    <w:uiPriority w:val="59"/>
    <w:rsid w:val="00986C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mentTextChar">
    <w:name w:val="Comment Text Char"/>
    <w:link w:val="CommentText"/>
    <w:semiHidden/>
    <w:rsid w:val="00275E59"/>
    <w:rPr>
      <w:rFonts w:ascii="Tahoma" w:hAnsi="Tahoma"/>
    </w:rPr>
  </w:style>
  <w:style w:type="paragraph" w:styleId="NoSpacing">
    <w:name w:val="No Spacing"/>
    <w:uiPriority w:val="1"/>
    <w:qFormat/>
    <w:rsid w:val="00F931BA"/>
    <w:rPr>
      <w:rFonts w:ascii="Tahoma" w:hAnsi="Tahoma"/>
      <w:sz w:val="18"/>
      <w:szCs w:val="24"/>
    </w:rPr>
  </w:style>
  <w:style w:type="table" w:styleId="TableGridLight">
    <w:name w:val="Grid Table Light"/>
    <w:basedOn w:val="TableNormal"/>
    <w:uiPriority w:val="40"/>
    <w:rsid w:val="00313AF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3">
    <w:name w:val="Plain Table 3"/>
    <w:basedOn w:val="TableNormal"/>
    <w:uiPriority w:val="43"/>
    <w:rsid w:val="00D93809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5">
    <w:name w:val="Plain Table 5"/>
    <w:basedOn w:val="TableNormal"/>
    <w:uiPriority w:val="45"/>
    <w:rsid w:val="000B38B8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0B38B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06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07/relationships/hdphoto" Target="media/hdphoto1.wdp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llXP10\Application%20Data\Microsoft\Templates\MN_ChronResume(2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MonsterProperties xmlns:xsi="http://www.w3.org/2001/XMLSchema-instance" xmlns:xsd="http://www.w3.org/2001/XMLSchema" xmlns="http://schemas.monster.com/Monster/Seeker/WordResumeTemplates">
  <AtlasTagging>
    <ResumeUploadSuccessTag>monmon_EZSubmitFinalUpload_1</ResumeUploadSuccessTag>
  </AtlasTagging>
  <TemplateProperties>
    <TemplateGUID>91b503e6-6219-41d7-9688-05502d42e9f6</TemplateGUID>
    <TemplateBuildVersion>8</TemplateBuildVersion>
    <TemplateBuildDate>2009-10-11T21:44:13.6459788-04:00</TemplateBuildDate>
  </TemplateProperties>
</Monster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BA409-1549-4D0D-958A-9F48EA84BB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1A7E4B-0319-49E4-882F-BD7FEAB94DD0}">
  <ds:schemaRefs>
    <ds:schemaRef ds:uri="http://schemas.monster.com/Monster/Seeker/WordResumeTemplates"/>
    <ds:schemaRef ds:uri="http://www.w3.org/2000/xmlns/"/>
  </ds:schemaRefs>
</ds:datastoreItem>
</file>

<file path=customXml/itemProps3.xml><?xml version="1.0" encoding="utf-8"?>
<ds:datastoreItem xmlns:ds="http://schemas.openxmlformats.org/officeDocument/2006/customXml" ds:itemID="{A207062E-BE1A-B248-A982-888F1FE81B38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MN_ChronResume(2).dotm</Template>
  <TotalTime>0</TotalTime>
  <Pages>1</Pages>
  <Words>1429</Words>
  <Characters>8150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2019-01-16T20:48:00Z</dcterms:created>
  <dcterms:modified xsi:type="dcterms:W3CDTF">2019-01-22T18:39:00Z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TC103853459990</vt:lpwstr>
  </property>
</Properties>
</file>